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50B6F76C"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End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1F34AC78"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w:t>
      </w:r>
      <w:r w:rsidR="00845026">
        <w:rPr>
          <w:rFonts w:ascii="Times New Roman" w:hAnsi="Times New Roman" w:cs="Times New Roman"/>
          <w:sz w:val="24"/>
          <w:szCs w:val="24"/>
        </w:rPr>
        <w:t>7</w:t>
      </w:r>
      <w:r w:rsidR="007C5B93">
        <w:rPr>
          <w:rFonts w:ascii="Times New Roman" w:hAnsi="Times New Roman" w:cs="Times New Roman"/>
          <w:sz w:val="24"/>
          <w:szCs w:val="24"/>
        </w:rPr>
        <w:t>.2801</w:t>
      </w:r>
      <w:r w:rsidRPr="00CD01B9">
        <w:rPr>
          <w:rFonts w:ascii="Times New Roman" w:hAnsi="Times New Roman" w:cs="Times New Roman"/>
          <w:sz w:val="24"/>
          <w:szCs w:val="24"/>
        </w:rPr>
        <w:t xml:space="preserve"> „</w:t>
      </w:r>
      <w:proofErr w:type="spellStart"/>
      <w:r w:rsidR="00375970" w:rsidRPr="00375970">
        <w:rPr>
          <w:rFonts w:ascii="Times New Roman" w:hAnsi="Times New Roman" w:cs="Times New Roman"/>
          <w:bCs/>
          <w:i/>
          <w:sz w:val="24"/>
          <w:szCs w:val="24"/>
        </w:rPr>
        <w:t>Sääretirbi</w:t>
      </w:r>
      <w:proofErr w:type="spellEnd"/>
      <w:r w:rsidR="00375970" w:rsidRPr="00375970">
        <w:rPr>
          <w:rFonts w:ascii="Times New Roman" w:hAnsi="Times New Roman" w:cs="Times New Roman"/>
          <w:bCs/>
          <w:i/>
          <w:sz w:val="24"/>
          <w:szCs w:val="24"/>
        </w:rPr>
        <w:t xml:space="preserve"> telkimisala parkla </w:t>
      </w:r>
      <w:r w:rsidR="007C5B93">
        <w:rPr>
          <w:rFonts w:ascii="Times New Roman" w:hAnsi="Times New Roman" w:cs="Times New Roman"/>
          <w:bCs/>
          <w:i/>
          <w:sz w:val="24"/>
          <w:szCs w:val="24"/>
        </w:rPr>
        <w:t>ehitamine</w:t>
      </w:r>
      <w:r w:rsidRPr="00CD01B9">
        <w:rPr>
          <w:rFonts w:ascii="Times New Roman" w:hAnsi="Times New Roman" w:cs="Times New Roman"/>
          <w:sz w:val="24"/>
          <w:szCs w:val="24"/>
        </w:rPr>
        <w:t xml:space="preserve">“ (viitenumber </w:t>
      </w:r>
      <w:r w:rsidR="007C5B93">
        <w:rPr>
          <w:rFonts w:ascii="Times New Roman" w:hAnsi="Times New Roman" w:cs="Times New Roman"/>
          <w:sz w:val="24"/>
          <w:szCs w:val="24"/>
        </w:rPr>
        <w:t>262516</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79354809" w14:textId="77777777" w:rsidR="00294912" w:rsidRPr="00281267" w:rsidRDefault="00294912" w:rsidP="00294912">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5B6322E5" w:rsidR="00720E3E" w:rsidRPr="00281267" w:rsidRDefault="00375970" w:rsidP="00281267">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Pr>
          <w:rFonts w:ascii="Times New Roman" w:hAnsi="Times New Roman" w:cs="Times New Roman"/>
          <w:sz w:val="24"/>
          <w:szCs w:val="24"/>
        </w:rPr>
        <w:t>T-Model</w:t>
      </w:r>
      <w:proofErr w:type="spellEnd"/>
      <w:r w:rsidR="00F70F45" w:rsidRPr="00F70F45">
        <w:rPr>
          <w:rFonts w:ascii="Times New Roman" w:hAnsi="Times New Roman" w:cs="Times New Roman"/>
          <w:sz w:val="24"/>
          <w:szCs w:val="24"/>
        </w:rPr>
        <w:t xml:space="preserve"> OÜ poolt koostatud „</w:t>
      </w:r>
      <w:proofErr w:type="spellStart"/>
      <w:r w:rsidR="00356930" w:rsidRPr="00356930">
        <w:rPr>
          <w:rFonts w:ascii="Times New Roman" w:hAnsi="Times New Roman" w:cs="Times New Roman"/>
          <w:sz w:val="24"/>
          <w:szCs w:val="24"/>
        </w:rPr>
        <w:t>Sääretirbi</w:t>
      </w:r>
      <w:proofErr w:type="spellEnd"/>
      <w:r w:rsidR="00356930" w:rsidRPr="00356930">
        <w:rPr>
          <w:rFonts w:ascii="Times New Roman" w:hAnsi="Times New Roman" w:cs="Times New Roman"/>
          <w:sz w:val="24"/>
          <w:szCs w:val="24"/>
        </w:rPr>
        <w:t xml:space="preserve"> telkimisala </w:t>
      </w:r>
      <w:r w:rsidR="00356930">
        <w:rPr>
          <w:rFonts w:ascii="Times New Roman" w:hAnsi="Times New Roman" w:cs="Times New Roman"/>
          <w:sz w:val="24"/>
          <w:szCs w:val="24"/>
        </w:rPr>
        <w:t xml:space="preserve">ja </w:t>
      </w:r>
      <w:r w:rsidR="00356930" w:rsidRPr="00356930">
        <w:rPr>
          <w:rFonts w:ascii="Times New Roman" w:hAnsi="Times New Roman" w:cs="Times New Roman"/>
          <w:sz w:val="24"/>
          <w:szCs w:val="24"/>
        </w:rPr>
        <w:t xml:space="preserve">parkla </w:t>
      </w:r>
      <w:r w:rsidR="00356930">
        <w:rPr>
          <w:rFonts w:ascii="Times New Roman" w:hAnsi="Times New Roman" w:cs="Times New Roman"/>
          <w:sz w:val="24"/>
          <w:szCs w:val="24"/>
        </w:rPr>
        <w:t>projekt Teede ja liiklus</w:t>
      </w:r>
      <w:r w:rsidR="00650FE0">
        <w:rPr>
          <w:rFonts w:ascii="Times New Roman" w:hAnsi="Times New Roman" w:cs="Times New Roman"/>
          <w:sz w:val="24"/>
          <w:szCs w:val="24"/>
        </w:rPr>
        <w:t>lahendus</w:t>
      </w:r>
      <w:r w:rsidR="00F70F45" w:rsidRPr="00F70F45">
        <w:rPr>
          <w:rFonts w:ascii="Times New Roman" w:hAnsi="Times New Roman" w:cs="Times New Roman"/>
          <w:sz w:val="24"/>
          <w:szCs w:val="24"/>
        </w:rPr>
        <w:t>“</w:t>
      </w:r>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39D18A6D"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 objektiks on töövõtja poolt</w:t>
      </w:r>
      <w:r w:rsidR="00705773" w:rsidRPr="00281267">
        <w:rPr>
          <w:rFonts w:ascii="Times New Roman" w:hAnsi="Times New Roman" w:cs="Times New Roman"/>
          <w:sz w:val="24"/>
          <w:szCs w:val="24"/>
        </w:rPr>
        <w:t xml:space="preserve"> </w:t>
      </w:r>
      <w:r w:rsidR="00650FE0">
        <w:rPr>
          <w:rFonts w:ascii="Times New Roman" w:hAnsi="Times New Roman" w:cs="Times New Roman"/>
          <w:sz w:val="24"/>
          <w:szCs w:val="24"/>
        </w:rPr>
        <w:t>Hiiu</w:t>
      </w:r>
      <w:r w:rsidR="00240C3D" w:rsidRPr="00281267">
        <w:rPr>
          <w:rFonts w:ascii="Times New Roman" w:hAnsi="Times New Roman" w:cs="Times New Roman"/>
          <w:sz w:val="24"/>
          <w:szCs w:val="24"/>
        </w:rPr>
        <w:t xml:space="preserve"> maakonna </w:t>
      </w:r>
      <w:proofErr w:type="spellStart"/>
      <w:r w:rsidR="00650FE0" w:rsidRPr="00650FE0">
        <w:rPr>
          <w:rFonts w:ascii="Times New Roman" w:eastAsia="Times New Roman" w:hAnsi="Times New Roman" w:cs="Times New Roman"/>
          <w:bCs/>
          <w:sz w:val="24"/>
          <w:szCs w:val="24"/>
          <w:lang w:eastAsia="ar-SA"/>
        </w:rPr>
        <w:t>Sääretirbi</w:t>
      </w:r>
      <w:proofErr w:type="spellEnd"/>
      <w:r w:rsidR="00650FE0" w:rsidRPr="00650FE0">
        <w:rPr>
          <w:rFonts w:ascii="Times New Roman" w:eastAsia="Times New Roman" w:hAnsi="Times New Roman" w:cs="Times New Roman"/>
          <w:bCs/>
          <w:sz w:val="24"/>
          <w:szCs w:val="24"/>
          <w:lang w:eastAsia="ar-SA"/>
        </w:rPr>
        <w:t xml:space="preserve"> telkimisala parkla rajami</w:t>
      </w:r>
      <w:r w:rsidR="002551B0">
        <w:rPr>
          <w:rFonts w:ascii="Times New Roman" w:hAnsi="Times New Roman" w:cs="Times New Roman"/>
          <w:sz w:val="24"/>
          <w:szCs w:val="24"/>
        </w:rPr>
        <w:t>s</w:t>
      </w:r>
      <w:r w:rsidR="00281267" w:rsidRPr="00281267">
        <w:rPr>
          <w:rFonts w:ascii="Times New Roman" w:hAnsi="Times New Roman" w:cs="Times New Roman"/>
          <w:sz w:val="24"/>
          <w:szCs w:val="24"/>
        </w:rPr>
        <w:t>e</w:t>
      </w:r>
      <w:r w:rsidR="00281267" w:rsidRPr="00281267">
        <w:rPr>
          <w:rFonts w:ascii="Times New Roman" w:hAnsi="Times New Roman" w:cs="Times New Roman"/>
          <w:sz w:val="24"/>
          <w:szCs w:val="24"/>
          <w:lang w:eastAsia="ar-SA"/>
        </w:rPr>
        <w:t xml:space="preserve"> </w:t>
      </w:r>
      <w:r w:rsidR="0012352D" w:rsidRPr="00281267">
        <w:rPr>
          <w:rFonts w:ascii="Times New Roman" w:hAnsi="Times New Roman" w:cs="Times New Roman"/>
          <w:sz w:val="24"/>
          <w:szCs w:val="24"/>
        </w:rPr>
        <w:t>l</w:t>
      </w:r>
      <w:r w:rsidR="00705773" w:rsidRPr="00281267">
        <w:rPr>
          <w:rFonts w:ascii="Times New Roman" w:hAnsi="Times New Roman" w:cs="Times New Roman"/>
          <w:sz w:val="24"/>
          <w:szCs w:val="24"/>
        </w:rPr>
        <w:t xml:space="preserve">epinguga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51D78E07" w14:textId="66A399AC"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 xml:space="preserve">Töö peab vastama </w:t>
      </w:r>
      <w:proofErr w:type="spellStart"/>
      <w:r w:rsidR="00650FE0">
        <w:rPr>
          <w:rFonts w:ascii="Times New Roman" w:hAnsi="Times New Roman" w:cs="Times New Roman"/>
          <w:sz w:val="24"/>
          <w:szCs w:val="24"/>
        </w:rPr>
        <w:t>T-Model</w:t>
      </w:r>
      <w:proofErr w:type="spellEnd"/>
      <w:r w:rsidR="00F70F45">
        <w:rPr>
          <w:rFonts w:ascii="Times New Roman" w:hAnsi="Times New Roman" w:cs="Times New Roman"/>
          <w:sz w:val="24"/>
          <w:szCs w:val="24"/>
        </w:rPr>
        <w:t xml:space="preserve"> OÜ</w:t>
      </w:r>
      <w:r w:rsidR="002551B0" w:rsidRPr="002551B0">
        <w:rPr>
          <w:rFonts w:ascii="Times New Roman" w:hAnsi="Times New Roman" w:cs="Times New Roman"/>
          <w:sz w:val="24"/>
          <w:szCs w:val="24"/>
        </w:rPr>
        <w:t xml:space="preserve"> poolt koostatud </w:t>
      </w:r>
      <w:proofErr w:type="spellStart"/>
      <w:r w:rsidR="00650FE0" w:rsidRPr="00650FE0">
        <w:rPr>
          <w:rFonts w:ascii="Times New Roman" w:hAnsi="Times New Roman" w:cs="Times New Roman"/>
          <w:sz w:val="24"/>
          <w:szCs w:val="24"/>
        </w:rPr>
        <w:t>Sääretirbi</w:t>
      </w:r>
      <w:proofErr w:type="spellEnd"/>
      <w:r w:rsidR="00650FE0" w:rsidRPr="00650FE0">
        <w:rPr>
          <w:rFonts w:ascii="Times New Roman" w:hAnsi="Times New Roman" w:cs="Times New Roman"/>
          <w:sz w:val="24"/>
          <w:szCs w:val="24"/>
        </w:rPr>
        <w:t xml:space="preserve"> telkimisala </w:t>
      </w:r>
      <w:r w:rsidR="00C75476">
        <w:rPr>
          <w:rFonts w:ascii="Times New Roman" w:hAnsi="Times New Roman" w:cs="Times New Roman"/>
          <w:sz w:val="24"/>
          <w:szCs w:val="24"/>
        </w:rPr>
        <w:t xml:space="preserve">ja </w:t>
      </w:r>
      <w:r w:rsidR="00650FE0" w:rsidRPr="00650FE0">
        <w:rPr>
          <w:rFonts w:ascii="Times New Roman" w:hAnsi="Times New Roman" w:cs="Times New Roman"/>
          <w:sz w:val="24"/>
          <w:szCs w:val="24"/>
        </w:rPr>
        <w:t xml:space="preserve">parkla </w:t>
      </w:r>
      <w:r w:rsidR="00C75476">
        <w:rPr>
          <w:rFonts w:ascii="Times New Roman" w:hAnsi="Times New Roman" w:cs="Times New Roman"/>
          <w:sz w:val="24"/>
          <w:szCs w:val="24"/>
        </w:rPr>
        <w:t>teede ja liikluslahenduse</w:t>
      </w:r>
      <w:r w:rsidR="002551B0" w:rsidRPr="002551B0">
        <w:rPr>
          <w:rFonts w:ascii="Times New Roman" w:hAnsi="Times New Roman" w:cs="Times New Roman"/>
          <w:sz w:val="24"/>
          <w:szCs w:val="24"/>
        </w:rPr>
        <w:t xml:space="preserve"> </w:t>
      </w:r>
      <w:r w:rsidR="00531EA4" w:rsidRPr="00531EA4">
        <w:rPr>
          <w:rFonts w:ascii="Times New Roman" w:eastAsia="Times New Roman" w:hAnsi="Times New Roman" w:cs="Times New Roman"/>
          <w:bCs/>
          <w:sz w:val="24"/>
          <w:szCs w:val="24"/>
          <w:lang w:eastAsia="ar-SA"/>
        </w:rPr>
        <w:t>projekt</w:t>
      </w:r>
      <w:r w:rsidR="00531EA4">
        <w:rPr>
          <w:rFonts w:ascii="Times New Roman" w:eastAsia="Times New Roman" w:hAnsi="Times New Roman" w:cs="Times New Roman"/>
          <w:bCs/>
          <w:sz w:val="24"/>
          <w:szCs w:val="24"/>
          <w:lang w:eastAsia="ar-SA"/>
        </w:rPr>
        <w:t xml:space="preserve">i </w:t>
      </w:r>
      <w:r w:rsidRPr="00281267">
        <w:rPr>
          <w:rFonts w:ascii="Times New Roman" w:hAnsi="Times New Roman" w:cs="Times New Roman"/>
          <w:sz w:val="24"/>
          <w:szCs w:val="24"/>
        </w:rPr>
        <w:t xml:space="preserve">tingimustele ja olema vastavuses </w:t>
      </w:r>
      <w:r w:rsidR="000B19CE" w:rsidRPr="00281267">
        <w:rPr>
          <w:rFonts w:ascii="Times New Roman" w:hAnsi="Times New Roman" w:cs="Times New Roman"/>
          <w:sz w:val="24"/>
          <w:szCs w:val="24"/>
        </w:rPr>
        <w:t>ehitusseadustiku</w:t>
      </w:r>
      <w:r w:rsidR="00992831">
        <w:rPr>
          <w:rFonts w:ascii="Times New Roman" w:hAnsi="Times New Roman" w:cs="Times New Roman"/>
          <w:sz w:val="24"/>
          <w:szCs w:val="24"/>
        </w:rPr>
        <w:t>ga</w:t>
      </w:r>
      <w:r w:rsidR="000B19CE" w:rsidRPr="00281267">
        <w:rPr>
          <w:rFonts w:ascii="Times New Roman" w:hAnsi="Times New Roman" w:cs="Times New Roman"/>
          <w:sz w:val="24"/>
          <w:szCs w:val="24"/>
        </w:rPr>
        <w:t xml:space="preserve"> ja </w:t>
      </w:r>
      <w:r w:rsidR="00992831">
        <w:rPr>
          <w:rFonts w:ascii="Times New Roman" w:hAnsi="Times New Roman" w:cs="Times New Roman"/>
          <w:sz w:val="24"/>
          <w:szCs w:val="24"/>
        </w:rPr>
        <w:t>selle</w:t>
      </w:r>
      <w:r w:rsidR="000B19CE" w:rsidRPr="00281267">
        <w:rPr>
          <w:rFonts w:ascii="Times New Roman" w:hAnsi="Times New Roman" w:cs="Times New Roman"/>
          <w:sz w:val="24"/>
          <w:szCs w:val="24"/>
        </w:rPr>
        <w:t xml:space="preserv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majandus- ja kommunikatsiooniministri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7DD36E06"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B83DC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926D0"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kelle kohta pole </w:t>
      </w:r>
      <w:r w:rsidR="00D57B01" w:rsidRPr="00CD01B9">
        <w:rPr>
          <w:rFonts w:ascii="Times New Roman" w:hAnsi="Times New Roman" w:cs="Times New Roman"/>
          <w:sz w:val="24"/>
          <w:szCs w:val="24"/>
        </w:rPr>
        <w:t xml:space="preserve">tellijale </w:t>
      </w:r>
      <w:r w:rsidRPr="00CD01B9">
        <w:rPr>
          <w:rFonts w:ascii="Times New Roman" w:hAnsi="Times New Roman" w:cs="Times New Roman"/>
          <w:sz w:val="24"/>
          <w:szCs w:val="24"/>
        </w:rPr>
        <w:t xml:space="preserve">lepingu täitmise alustamise ajaks punktis 4.2.3. nimetatud teavet </w:t>
      </w:r>
      <w:r w:rsidRPr="004926D0">
        <w:rPr>
          <w:rFonts w:ascii="Times New Roman" w:hAnsi="Times New Roman" w:cs="Times New Roman"/>
          <w:sz w:val="24"/>
          <w:szCs w:val="24"/>
        </w:rPr>
        <w:t>esitatud;</w:t>
      </w:r>
    </w:p>
    <w:p w14:paraId="517897C7" w14:textId="77777777" w:rsidR="00003744" w:rsidRPr="00622668"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926D0">
        <w:rPr>
          <w:rFonts w:ascii="Times New Roman" w:hAnsi="Times New Roman" w:cs="Times New Roman"/>
          <w:sz w:val="24"/>
          <w:szCs w:val="24"/>
        </w:rPr>
        <w:t xml:space="preserve">esitama tellijale andmed </w:t>
      </w:r>
      <w:r w:rsidR="00003744" w:rsidRPr="004926D0">
        <w:rPr>
          <w:rFonts w:ascii="Times New Roman" w:hAnsi="Times New Roman" w:cs="Times New Roman"/>
          <w:sz w:val="24"/>
          <w:szCs w:val="24"/>
        </w:rPr>
        <w:t>lepingu selle osa suuruse ja iseloomu kohta, mille suhtes</w:t>
      </w:r>
      <w:r w:rsidRPr="004926D0">
        <w:rPr>
          <w:rFonts w:ascii="Times New Roman" w:hAnsi="Times New Roman" w:cs="Times New Roman"/>
          <w:sz w:val="24"/>
          <w:szCs w:val="24"/>
        </w:rPr>
        <w:t xml:space="preserve"> ta kavatseb ta </w:t>
      </w:r>
      <w:r w:rsidRPr="00622668">
        <w:rPr>
          <w:rFonts w:ascii="Times New Roman" w:hAnsi="Times New Roman" w:cs="Times New Roman"/>
          <w:sz w:val="24"/>
          <w:szCs w:val="24"/>
        </w:rPr>
        <w:t>sõlmida alltöövõtu</w:t>
      </w:r>
      <w:r w:rsidR="00003744" w:rsidRPr="00622668">
        <w:rPr>
          <w:rFonts w:ascii="Times New Roman" w:hAnsi="Times New Roman" w:cs="Times New Roman"/>
          <w:sz w:val="24"/>
          <w:szCs w:val="24"/>
        </w:rPr>
        <w:t>lepinguid koos kavandatavate alltöövõtjate nimede, kontaktandmed ja teabega nende seaduslike esindajate kohta;</w:t>
      </w:r>
    </w:p>
    <w:p w14:paraId="227769DA" w14:textId="604E00BD" w:rsidR="000B5522" w:rsidRPr="00622668" w:rsidRDefault="008A2313" w:rsidP="000B5522">
      <w:pPr>
        <w:pStyle w:val="Pealkiri31"/>
        <w:tabs>
          <w:tab w:val="left" w:pos="567"/>
        </w:tabs>
        <w:spacing w:after="0" w:line="240" w:lineRule="auto"/>
        <w:ind w:left="0" w:firstLine="0"/>
        <w:jc w:val="both"/>
        <w:rPr>
          <w:rStyle w:val="normal1"/>
          <w:rFonts w:cs="Times New Roman"/>
          <w:szCs w:val="24"/>
        </w:rPr>
      </w:pPr>
      <w:r w:rsidRPr="00622668">
        <w:rPr>
          <w:rFonts w:ascii="Times New Roman" w:hAnsi="Times New Roman" w:cs="Times New Roman"/>
          <w:sz w:val="24"/>
          <w:szCs w:val="24"/>
        </w:rPr>
        <w:t>kinni pidama tööde teostamisel t</w:t>
      </w:r>
      <w:r w:rsidR="00705773" w:rsidRPr="00622668">
        <w:rPr>
          <w:rFonts w:ascii="Times New Roman" w:hAnsi="Times New Roman" w:cs="Times New Roman"/>
          <w:sz w:val="24"/>
          <w:szCs w:val="24"/>
        </w:rPr>
        <w:t>ellija poolt ke</w:t>
      </w:r>
      <w:r w:rsidR="00845209" w:rsidRPr="00622668">
        <w:rPr>
          <w:rFonts w:ascii="Times New Roman" w:hAnsi="Times New Roman" w:cs="Times New Roman"/>
          <w:sz w:val="24"/>
          <w:szCs w:val="24"/>
        </w:rPr>
        <w:t>htestatud keskkonnaalastest käitumisju</w:t>
      </w:r>
      <w:r w:rsidR="00705773" w:rsidRPr="00622668">
        <w:rPr>
          <w:rFonts w:ascii="Times New Roman" w:hAnsi="Times New Roman" w:cs="Times New Roman"/>
          <w:sz w:val="24"/>
          <w:szCs w:val="24"/>
        </w:rPr>
        <w:t xml:space="preserve">histest ja projektis esitatud </w:t>
      </w:r>
      <w:r w:rsidR="002747CE" w:rsidRPr="00622668">
        <w:rPr>
          <w:rFonts w:ascii="Times New Roman" w:hAnsi="Times New Roman" w:cs="Times New Roman"/>
          <w:sz w:val="24"/>
          <w:szCs w:val="24"/>
        </w:rPr>
        <w:t>ehitus</w:t>
      </w:r>
      <w:r w:rsidR="00705773" w:rsidRPr="00622668">
        <w:rPr>
          <w:rFonts w:ascii="Times New Roman" w:hAnsi="Times New Roman" w:cs="Times New Roman"/>
          <w:sz w:val="24"/>
          <w:szCs w:val="24"/>
        </w:rPr>
        <w:t>objekti omapära arvestavaid nõudeid</w:t>
      </w:r>
      <w:r w:rsidR="00003744" w:rsidRPr="00622668">
        <w:rPr>
          <w:rStyle w:val="normal1"/>
          <w:rFonts w:cs="Times New Roman"/>
          <w:szCs w:val="24"/>
        </w:rPr>
        <w:t xml:space="preserve">. </w:t>
      </w:r>
      <w:r w:rsidR="002551B0" w:rsidRPr="00622668">
        <w:rPr>
          <w:rStyle w:val="normal1"/>
          <w:rFonts w:cs="Times New Roman"/>
          <w:szCs w:val="24"/>
        </w:rPr>
        <w:t xml:space="preserve">Jälgima </w:t>
      </w:r>
      <w:r w:rsidR="002551B0" w:rsidRPr="00622668">
        <w:rPr>
          <w:rFonts w:ascii="Times New Roman" w:eastAsia="Times New Roman" w:hAnsi="Times New Roman" w:cs="Times New Roman"/>
          <w:sz w:val="24"/>
          <w:szCs w:val="24"/>
        </w:rPr>
        <w:t xml:space="preserve">ehitusprojektis </w:t>
      </w:r>
      <w:r w:rsidR="002551B0" w:rsidRPr="00622668">
        <w:rPr>
          <w:rStyle w:val="normal1"/>
          <w:rFonts w:cs="Times New Roman"/>
          <w:szCs w:val="24"/>
        </w:rPr>
        <w:t>toodut.</w:t>
      </w:r>
    </w:p>
    <w:p w14:paraId="0E5E8F32" w14:textId="2DD25AE6" w:rsidR="002551B0" w:rsidRPr="00622668" w:rsidRDefault="009A2E7E" w:rsidP="00622668">
      <w:pPr>
        <w:pStyle w:val="Pealkiri31"/>
        <w:numPr>
          <w:ilvl w:val="0"/>
          <w:numId w:val="0"/>
        </w:numPr>
        <w:spacing w:after="0" w:line="240" w:lineRule="auto"/>
        <w:ind w:left="426"/>
        <w:jc w:val="both"/>
        <w:rPr>
          <w:rStyle w:val="normal1"/>
          <w:rFonts w:cs="Times New Roman"/>
          <w:i/>
          <w:iCs/>
          <w:szCs w:val="24"/>
        </w:rPr>
      </w:pPr>
      <w:r w:rsidRPr="00622668">
        <w:rPr>
          <w:rStyle w:val="normal1"/>
          <w:rFonts w:cs="Times New Roman"/>
          <w:i/>
          <w:iCs/>
          <w:szCs w:val="24"/>
        </w:rPr>
        <w:t>Keskkonna alased eritingimused ja ajalised piirangud puuduvad</w:t>
      </w:r>
      <w:r w:rsidR="00622668" w:rsidRPr="00622668">
        <w:rPr>
          <w:rStyle w:val="normal1"/>
          <w:rFonts w:cs="Times New Roman"/>
          <w:i/>
          <w:iCs/>
          <w:szCs w:val="24"/>
        </w:rPr>
        <w:t>.</w:t>
      </w:r>
      <w:r w:rsidR="00EF4328" w:rsidRPr="00622668">
        <w:rPr>
          <w:rStyle w:val="normal1"/>
          <w:rFonts w:cs="Times New Roman"/>
          <w:i/>
          <w:iCs/>
          <w:szCs w:val="24"/>
        </w:rPr>
        <w:t>.</w:t>
      </w:r>
    </w:p>
    <w:p w14:paraId="77AAC424" w14:textId="77777777" w:rsidR="00705773" w:rsidRPr="00622668" w:rsidRDefault="008A2313" w:rsidP="008929D8">
      <w:pPr>
        <w:pStyle w:val="Pealkiri31"/>
        <w:tabs>
          <w:tab w:val="left" w:pos="567"/>
        </w:tabs>
        <w:spacing w:after="0" w:line="240" w:lineRule="auto"/>
        <w:ind w:left="0" w:firstLine="0"/>
        <w:jc w:val="both"/>
        <w:rPr>
          <w:rFonts w:ascii="Times New Roman" w:hAnsi="Times New Roman" w:cs="Times New Roman"/>
          <w:sz w:val="24"/>
          <w:szCs w:val="24"/>
        </w:rPr>
      </w:pPr>
      <w:r w:rsidRPr="00622668">
        <w:rPr>
          <w:rFonts w:ascii="Times New Roman" w:hAnsi="Times New Roman" w:cs="Times New Roman"/>
          <w:sz w:val="24"/>
          <w:szCs w:val="24"/>
        </w:rPr>
        <w:t>teostama t</w:t>
      </w:r>
      <w:r w:rsidR="00705773" w:rsidRPr="00622668">
        <w:rPr>
          <w:rFonts w:ascii="Times New Roman" w:hAnsi="Times New Roman" w:cs="Times New Roman"/>
          <w:sz w:val="24"/>
          <w:szCs w:val="24"/>
        </w:rPr>
        <w:t xml:space="preserve">ööd, s.h projekti muutmisest </w:t>
      </w:r>
      <w:r w:rsidRPr="00622668">
        <w:rPr>
          <w:rFonts w:ascii="Times New Roman" w:hAnsi="Times New Roman" w:cs="Times New Roman"/>
          <w:sz w:val="24"/>
          <w:szCs w:val="24"/>
        </w:rPr>
        <w:t>tulenevad lisatööd, p</w:t>
      </w:r>
      <w:r w:rsidR="00705773" w:rsidRPr="00622668">
        <w:rPr>
          <w:rFonts w:ascii="Times New Roman" w:hAnsi="Times New Roman" w:cs="Times New Roman"/>
          <w:sz w:val="24"/>
          <w:szCs w:val="24"/>
        </w:rPr>
        <w:t>akkumises toodud hindadega, tähtaegselt ja k</w:t>
      </w:r>
      <w:r w:rsidRPr="00622668">
        <w:rPr>
          <w:rFonts w:ascii="Times New Roman" w:hAnsi="Times New Roman" w:cs="Times New Roman"/>
          <w:sz w:val="24"/>
          <w:szCs w:val="24"/>
        </w:rPr>
        <w:t>valiteetselt ning informeerima t</w:t>
      </w:r>
      <w:r w:rsidR="00705773" w:rsidRPr="00622668">
        <w:rPr>
          <w:rFonts w:ascii="Times New Roman" w:hAnsi="Times New Roman" w:cs="Times New Roman"/>
          <w:sz w:val="24"/>
          <w:szCs w:val="24"/>
        </w:rPr>
        <w:t>ellijat tööde või lisatööde hili</w:t>
      </w:r>
      <w:r w:rsidR="00705773" w:rsidRPr="00622668">
        <w:rPr>
          <w:rFonts w:ascii="Times New Roman" w:hAnsi="Times New Roman" w:cs="Times New Roman"/>
          <w:sz w:val="24"/>
          <w:szCs w:val="24"/>
        </w:rPr>
        <w:softHyphen/>
        <w:t>ne</w:t>
      </w:r>
      <w:r w:rsidR="00705773" w:rsidRPr="00622668">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622668">
        <w:rPr>
          <w:rFonts w:ascii="Times New Roman" w:hAnsi="Times New Roman" w:cs="Times New Roman"/>
          <w:sz w:val="24"/>
          <w:szCs w:val="24"/>
        </w:rPr>
        <w:t>järgima seaduste, eelkõige metsaseaduse, päästeseaduse ning töötervishoiu ja tööohutuse seaduse, samuti nende alusel</w:t>
      </w:r>
      <w:r w:rsidRPr="00BE1A4D">
        <w:rPr>
          <w:rFonts w:ascii="Times New Roman" w:hAnsi="Times New Roman" w:cs="Times New Roman"/>
          <w:sz w:val="24"/>
          <w:szCs w:val="24"/>
        </w:rPr>
        <w:t xml:space="preserve"> antud õigusaktide norme ja tegema kõik endast oleneva, et vältida metsa tervisliku seisundi halvenemist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638D0D93" w:rsidR="00BE1A4D"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54EAE06" w14:textId="77777777" w:rsidR="00007125" w:rsidRPr="00CD01B9" w:rsidRDefault="00007125"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688D1F37"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08-01T00:00:00Z">
            <w:dateFormat w:val="d.MM.yyyy"/>
            <w:lid w:val="et-EE"/>
            <w:storeMappedDataAs w:val="dateTime"/>
            <w:calendar w:val="gregorian"/>
          </w:date>
        </w:sdtPr>
        <w:sdtEndPr/>
        <w:sdtContent>
          <w:r w:rsidR="00246ECF">
            <w:rPr>
              <w:rFonts w:ascii="Times New Roman" w:eastAsia="Calibri" w:hAnsi="Times New Roman" w:cs="Times New Roman"/>
              <w:sz w:val="24"/>
              <w:szCs w:val="24"/>
            </w:rPr>
            <w:t>1.08.2023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7B9F5412"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09-01T00:00:00Z">
            <w:dateFormat w:val="d.MM.yyyy"/>
            <w:lid w:val="et-EE"/>
            <w:storeMappedDataAs w:val="dateTime"/>
            <w:calendar w:val="gregorian"/>
          </w:date>
        </w:sdtPr>
        <w:sdtEndPr/>
        <w:sdtContent>
          <w:r w:rsidR="00246ECF">
            <w:rPr>
              <w:rFonts w:ascii="Times New Roman" w:eastAsia="Calibri" w:hAnsi="Times New Roman" w:cs="Times New Roman"/>
              <w:sz w:val="24"/>
              <w:szCs w:val="24"/>
            </w:rPr>
            <w:t>1.09.2023</w:t>
          </w:r>
        </w:sdtContent>
      </w:sdt>
      <w:r w:rsidR="0035454A" w:rsidRPr="009B262F">
        <w:rPr>
          <w:rFonts w:ascii="Times New Roman" w:hAnsi="Times New Roman" w:cs="Times New Roman"/>
          <w:sz w:val="24"/>
          <w:szCs w:val="24"/>
        </w:rPr>
        <w:t>.</w:t>
      </w:r>
      <w:bookmarkEnd w:id="0"/>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5A1C2E64"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6D794C">
        <w:rPr>
          <w:rFonts w:ascii="Times New Roman" w:hAnsi="Times New Roman" w:cs="Times New Roman"/>
          <w:sz w:val="24"/>
          <w:szCs w:val="24"/>
        </w:rPr>
        <w:t xml:space="preserve">Transpordiameti </w:t>
      </w:r>
      <w:r w:rsidR="00687F15">
        <w:rPr>
          <w:rFonts w:ascii="Times New Roman" w:hAnsi="Times New Roman" w:cs="Times New Roman"/>
          <w:sz w:val="24"/>
          <w:szCs w:val="24"/>
        </w:rPr>
        <w:t xml:space="preserve">ja Tellija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80D9A66" w14:textId="77777777" w:rsidR="00DA633F"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 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1E79B91A"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6D794C">
        <w:rPr>
          <w:rFonts w:ascii="Times New Roman" w:hAnsi="Times New Roman" w:cs="Times New Roman"/>
          <w:sz w:val="24"/>
          <w:szCs w:val="24"/>
        </w:rPr>
        <w:t>Transpordiameti</w:t>
      </w:r>
      <w:r w:rsidR="00687F15">
        <w:rPr>
          <w:rFonts w:ascii="Times New Roman" w:hAnsi="Times New Roman" w:cs="Times New Roman"/>
          <w:sz w:val="24"/>
          <w:szCs w:val="24"/>
        </w:rPr>
        <w:t xml:space="preserve"> ja Tellija</w:t>
      </w:r>
      <w:r w:rsidR="006D794C">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9"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72865DB1"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0B5522" w:rsidRPr="000B5522">
        <w:rPr>
          <w:rFonts w:ascii="Times New Roman" w:eastAsia="Times New Roman" w:hAnsi="Times New Roman" w:cs="Times New Roman"/>
          <w:sz w:val="24"/>
          <w:szCs w:val="24"/>
        </w:rPr>
        <w:t xml:space="preserve">Ülo Lindjärv tel: 505 0744; e-post </w:t>
      </w:r>
      <w:hyperlink r:id="rId10" w:history="1">
        <w:r w:rsidR="000B5522" w:rsidRPr="0024626A">
          <w:rPr>
            <w:rStyle w:val="Hperlink"/>
            <w:rFonts w:ascii="Times New Roman" w:eastAsia="Times New Roman" w:hAnsi="Times New Roman" w:cs="Times New Roman"/>
            <w:sz w:val="24"/>
            <w:szCs w:val="24"/>
          </w:rPr>
          <w:t>ulo.lindjarv@rmk.ee</w:t>
        </w:r>
      </w:hyperlink>
      <w:r w:rsidR="00420CC1">
        <w:rPr>
          <w:rFonts w:ascii="Times New Roman" w:eastAsia="Times New Roman" w:hAnsi="Times New Roman" w:cs="Times New Roman"/>
          <w:sz w:val="24"/>
          <w:szCs w:val="24"/>
        </w:rPr>
        <w:t>.</w:t>
      </w:r>
      <w:r w:rsidR="000B5522">
        <w:rPr>
          <w:rFonts w:ascii="Times New Roman" w:eastAsia="Times New Roman" w:hAnsi="Times New Roman" w:cs="Times New Roman"/>
          <w:sz w:val="24"/>
          <w:szCs w:val="24"/>
        </w:rPr>
        <w:t xml:space="preserve"> </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1"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E977DA"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4449E88" w:rsidR="00705773" w:rsidRDefault="00E977DA" w:rsidP="00177B2A">
            <w:pPr>
              <w:jc w:val="both"/>
              <w:rPr>
                <w:sz w:val="24"/>
                <w:szCs w:val="24"/>
              </w:rPr>
            </w:pPr>
            <w:r>
              <w:rPr>
                <w:sz w:val="24"/>
                <w:szCs w:val="24"/>
              </w:rPr>
              <w:t xml:space="preserve">Mõisa/3 </w:t>
            </w:r>
            <w:proofErr w:type="spellStart"/>
            <w:r w:rsidR="0066511C">
              <w:rPr>
                <w:sz w:val="24"/>
                <w:szCs w:val="24"/>
              </w:rPr>
              <w:t>Sagadi</w:t>
            </w:r>
            <w:proofErr w:type="spellEnd"/>
            <w:r w:rsidR="0066511C">
              <w:rPr>
                <w:sz w:val="24"/>
                <w:szCs w:val="24"/>
              </w:rPr>
              <w:t xml:space="preserve"> küla, </w:t>
            </w:r>
            <w:r w:rsidR="00C74515">
              <w:rPr>
                <w:sz w:val="24"/>
                <w:szCs w:val="24"/>
              </w:rPr>
              <w:t xml:space="preserve">Haljala </w:t>
            </w:r>
            <w:r w:rsidR="0066511C">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2"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E977DA"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gridSpan w:val="2"/>
          </w:tcPr>
          <w:p w14:paraId="23DEA4AA" w14:textId="77777777" w:rsidR="00FE2065" w:rsidRPr="00FE2065" w:rsidRDefault="00E977DA"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0B37A4E9" w14:textId="77777777" w:rsidR="00930EE6" w:rsidRPr="0050772E" w:rsidRDefault="00930EE6" w:rsidP="00930EE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1" w:name="_Hlk126332553"/>
      <w:r w:rsidRPr="00B7671B">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27EBF9427B3B4A1681FC5581EA2034CE"/>
          </w:placeholder>
          <w:showingPlcHdr/>
          <w:dataBinding w:prefixMappings="xmlns:ns0='http://schemas.openxmlformats.org/officeDocument/2006/extended-properties' " w:xpath="/ns0:Properties[1]/ns0:Company[1]" w:storeItemID="{6668398D-A668-4E3E-A5EB-62B293D839F1}"/>
          <w:text/>
        </w:sdtPr>
        <w:sdtEndPr/>
        <w:sdtContent>
          <w:r w:rsidRPr="00B7671B">
            <w:rPr>
              <w:rStyle w:val="Kohatitetekst"/>
              <w:sz w:val="20"/>
              <w:szCs w:val="20"/>
            </w:rPr>
            <w:t>[Company]</w:t>
          </w:r>
        </w:sdtContent>
      </w:sdt>
      <w:r w:rsidRPr="00B7671B">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1E9B8AAC11C34DF9BFD4BC0B516ED4E6"/>
          </w:placeholder>
          <w:showingPlcHdr/>
          <w:date w:fullDate="2023-02-09T00:00:00Z">
            <w:dateFormat w:val="d.MM.yyyy"/>
            <w:lid w:val="et-EE"/>
            <w:storeMappedDataAs w:val="dateTime"/>
            <w:calendar w:val="gregorian"/>
          </w:date>
        </w:sdtPr>
        <w:sdtEndPr/>
        <w:sdtContent>
          <w:r w:rsidRPr="00B7671B">
            <w:rPr>
              <w:rStyle w:val="Kohatitetekst"/>
              <w:sz w:val="20"/>
              <w:szCs w:val="20"/>
            </w:rPr>
            <w:t>Click here to enter a date.</w:t>
          </w:r>
        </w:sdtContent>
      </w:sdt>
      <w:r w:rsidRPr="00B7671B">
        <w:rPr>
          <w:rFonts w:ascii="Times New Roman" w:hAnsi="Times New Roman" w:cs="Times New Roman"/>
          <w:sz w:val="20"/>
          <w:szCs w:val="20"/>
        </w:rPr>
        <w:t xml:space="preserve"> sõlmitud metsaparandustööde töövõtulepingu nr 3-2.6/2023/…… juurde</w:t>
      </w:r>
      <w:bookmarkEnd w:id="1"/>
    </w:p>
    <w:p w14:paraId="70BE2CF3" w14:textId="77777777" w:rsidR="00930EE6" w:rsidRPr="00FE2065" w:rsidRDefault="00930EE6" w:rsidP="00930EE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4ACF49DB" w14:textId="77777777" w:rsidR="00930EE6" w:rsidRPr="00FE2065" w:rsidRDefault="00930EE6" w:rsidP="00930EE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0D513FD6" w14:textId="77777777" w:rsidR="00930EE6" w:rsidRPr="00FE2065" w:rsidRDefault="00930EE6" w:rsidP="00930EE6">
      <w:pPr>
        <w:spacing w:after="0" w:line="240" w:lineRule="auto"/>
        <w:jc w:val="both"/>
        <w:rPr>
          <w:rFonts w:ascii="Times New Roman" w:hAnsi="Times New Roman" w:cs="Times New Roman"/>
          <w:sz w:val="24"/>
          <w:szCs w:val="24"/>
        </w:rPr>
      </w:pPr>
    </w:p>
    <w:p w14:paraId="010AB017" w14:textId="77777777" w:rsidR="00930EE6" w:rsidRPr="00FE2065" w:rsidRDefault="00930EE6" w:rsidP="00930EE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tutvustas</w:t>
      </w:r>
      <w:r w:rsidRPr="00FE2065">
        <w:rPr>
          <w:rFonts w:ascii="Times New Roman" w:hAnsi="Times New Roman" w:cs="Times New Roman"/>
          <w:sz w:val="24"/>
          <w:szCs w:val="24"/>
        </w:rPr>
        <w:t xml:space="preserve"> ja </w:t>
      </w:r>
      <w:sdt>
        <w:sdtPr>
          <w:rPr>
            <w:rFonts w:ascii="Times New Roman" w:eastAsia="Calibri" w:hAnsi="Times New Roman" w:cs="Times New Roman"/>
            <w:b/>
            <w:bCs/>
            <w:color w:val="000000"/>
            <w:sz w:val="24"/>
          </w:rPr>
          <w:alias w:val="Company"/>
          <w:tag w:val=""/>
          <w:id w:val="-2111493372"/>
          <w:placeholder>
            <w:docPart w:val="7A6FF2F4B410459294D12A62398CEA70"/>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2AC6C4B9A42741178BDA274F594E37F0"/>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12121071" w14:textId="77777777" w:rsidR="00930EE6" w:rsidRPr="00FE2065" w:rsidRDefault="00930EE6" w:rsidP="00930EE6">
      <w:pPr>
        <w:spacing w:after="0" w:line="240" w:lineRule="auto"/>
        <w:jc w:val="both"/>
        <w:rPr>
          <w:rFonts w:ascii="Times New Roman" w:hAnsi="Times New Roman" w:cs="Times New Roman"/>
          <w:b/>
          <w:color w:val="000000" w:themeColor="text1"/>
          <w:sz w:val="24"/>
          <w:szCs w:val="24"/>
        </w:rPr>
      </w:pPr>
    </w:p>
    <w:p w14:paraId="5A0D675D" w14:textId="77777777" w:rsidR="00930EE6" w:rsidRPr="00FE2065" w:rsidRDefault="00930EE6" w:rsidP="00930EE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4F43357C" w14:textId="77777777" w:rsidR="00930EE6" w:rsidRPr="00FE2065" w:rsidRDefault="00930EE6" w:rsidP="00930EE6">
      <w:pPr>
        <w:spacing w:after="0" w:line="240" w:lineRule="auto"/>
        <w:jc w:val="both"/>
        <w:rPr>
          <w:rFonts w:ascii="Times New Roman" w:hAnsi="Times New Roman" w:cs="Times New Roman"/>
          <w:sz w:val="24"/>
          <w:szCs w:val="24"/>
        </w:rPr>
      </w:pPr>
    </w:p>
    <w:p w14:paraId="6067BE58" w14:textId="77777777" w:rsidR="00930EE6" w:rsidRDefault="00930EE6" w:rsidP="00930EE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06FE302E"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08B1200"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523E7A2B"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1E19A3D"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p>
    <w:p w14:paraId="06E6EF1B" w14:textId="77777777" w:rsidR="00930EE6" w:rsidRDefault="00930EE6" w:rsidP="00930EE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646F8339"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250A0630"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0C9C292C"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5DE42645"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149D0221"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6677664"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2A35C255"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p>
    <w:p w14:paraId="6B6CEED9" w14:textId="77777777" w:rsidR="00930EE6" w:rsidRDefault="00930EE6" w:rsidP="00930EE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4D13EEF8"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10C38EEA"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394E7349"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11A98DEA"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30B60E0B"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53459323"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2F2A8912"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0DD94BD6"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p>
    <w:p w14:paraId="643F117A"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p>
    <w:p w14:paraId="628E7320"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p>
    <w:p w14:paraId="0DE36B7E" w14:textId="77777777" w:rsidR="00930EE6" w:rsidRDefault="00930EE6" w:rsidP="00930EE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lastRenderedPageBreak/>
        <w:t>4. Tavajäätmed ja ohtlikud jäätmed</w:t>
      </w:r>
    </w:p>
    <w:p w14:paraId="689F8495"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4AAE30BA" w14:textId="77777777" w:rsidR="00930EE6" w:rsidRDefault="00930EE6" w:rsidP="00930EE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4.1.1. kütuse ja määrdeainete taara;</w:t>
      </w:r>
    </w:p>
    <w:p w14:paraId="17903F4B" w14:textId="77777777" w:rsidR="00930EE6" w:rsidRDefault="00930EE6" w:rsidP="00930EE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13D8CD0E" w14:textId="77777777" w:rsidR="00930EE6" w:rsidRDefault="00930EE6" w:rsidP="00930EE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7F3F5D63" w14:textId="77777777" w:rsidR="00930EE6" w:rsidRDefault="00930EE6" w:rsidP="00930EE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3CEE8DDC" w14:textId="77777777" w:rsidR="00930EE6" w:rsidRDefault="00930EE6" w:rsidP="00930EE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26C5042B"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F3DB7E4"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2DC4909A"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8EC37A3"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p>
    <w:p w14:paraId="491F644C" w14:textId="77777777" w:rsidR="00930EE6" w:rsidRDefault="00930EE6" w:rsidP="00930EE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545789A8"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3D48C7E6"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2C29A28A"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544D55C2" w14:textId="77777777" w:rsidR="00930EE6" w:rsidRDefault="00930EE6" w:rsidP="00930EE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35DFD436" w14:textId="77777777" w:rsidR="00930EE6" w:rsidRDefault="00930EE6" w:rsidP="00930EE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66DCE233" w14:textId="77777777" w:rsidR="00930EE6" w:rsidRDefault="00930EE6" w:rsidP="00930EE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42DE9C6A"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712358D6"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7413EAC5"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3B229076"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380CD350"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p>
    <w:p w14:paraId="5F1372BC" w14:textId="77777777" w:rsidR="00930EE6" w:rsidRDefault="00930EE6" w:rsidP="00930EE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08258BDD"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2373508A"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19E57AE7" w14:textId="77777777" w:rsidR="00930EE6" w:rsidRDefault="00930EE6" w:rsidP="00930EE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3A8AF4F" w14:textId="77777777" w:rsidR="00930EE6" w:rsidRPr="00FE2065" w:rsidRDefault="00930EE6" w:rsidP="00930EE6">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495A36CD" w14:textId="77777777" w:rsidR="00930EE6" w:rsidRDefault="00930EE6" w:rsidP="00930EE6">
      <w:pPr>
        <w:spacing w:after="0" w:line="240" w:lineRule="auto"/>
        <w:jc w:val="both"/>
        <w:outlineLvl w:val="0"/>
        <w:rPr>
          <w:rFonts w:ascii="Times New Roman" w:hAnsi="Times New Roman" w:cs="Times New Roman"/>
          <w:b/>
          <w:sz w:val="24"/>
          <w:szCs w:val="24"/>
        </w:rPr>
      </w:pPr>
    </w:p>
    <w:p w14:paraId="24F52CCB" w14:textId="77777777" w:rsidR="00930EE6" w:rsidRPr="00FE2065" w:rsidRDefault="00930EE6" w:rsidP="00930EE6">
      <w:pPr>
        <w:spacing w:after="0" w:line="240" w:lineRule="auto"/>
        <w:jc w:val="both"/>
        <w:outlineLvl w:val="0"/>
        <w:rPr>
          <w:rFonts w:ascii="Times New Roman" w:hAnsi="Times New Roman" w:cs="Times New Roman"/>
          <w:b/>
          <w:sz w:val="24"/>
          <w:szCs w:val="24"/>
        </w:rPr>
      </w:pPr>
    </w:p>
    <w:p w14:paraId="6CC424CF" w14:textId="77777777" w:rsidR="00930EE6" w:rsidRPr="00FE2065" w:rsidRDefault="00930EE6" w:rsidP="00930EE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3BC51AD3" w14:textId="77777777" w:rsidR="00930EE6" w:rsidRPr="00FE2065" w:rsidRDefault="00930EE6" w:rsidP="00930EE6">
      <w:pPr>
        <w:spacing w:after="0" w:line="240" w:lineRule="auto"/>
        <w:jc w:val="both"/>
        <w:rPr>
          <w:rFonts w:ascii="Times New Roman" w:hAnsi="Times New Roman" w:cs="Times New Roman"/>
          <w:sz w:val="24"/>
          <w:szCs w:val="24"/>
        </w:rPr>
      </w:pPr>
    </w:p>
    <w:p w14:paraId="13A2F3C9" w14:textId="77777777" w:rsidR="00930EE6" w:rsidRPr="00FE2065" w:rsidRDefault="00930EE6" w:rsidP="00930EE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930EE6" w14:paraId="465F1947" w14:textId="77777777" w:rsidTr="00302775">
        <w:tc>
          <w:tcPr>
            <w:tcW w:w="4606" w:type="dxa"/>
          </w:tcPr>
          <w:p w14:paraId="6D6F2568" w14:textId="77777777" w:rsidR="00930EE6" w:rsidRDefault="00930EE6" w:rsidP="00302775">
            <w:pPr>
              <w:jc w:val="both"/>
            </w:pPr>
          </w:p>
        </w:tc>
        <w:tc>
          <w:tcPr>
            <w:tcW w:w="4606" w:type="dxa"/>
          </w:tcPr>
          <w:p w14:paraId="5BFAFA3F" w14:textId="77777777" w:rsidR="00930EE6" w:rsidRDefault="00930EE6" w:rsidP="00302775">
            <w:pPr>
              <w:jc w:val="both"/>
            </w:pPr>
          </w:p>
        </w:tc>
      </w:tr>
      <w:tr w:rsidR="00930EE6" w14:paraId="5211B1E8" w14:textId="77777777" w:rsidTr="00302775">
        <w:tc>
          <w:tcPr>
            <w:tcW w:w="4606" w:type="dxa"/>
          </w:tcPr>
          <w:p w14:paraId="4959A331" w14:textId="77777777" w:rsidR="00930EE6" w:rsidRPr="002C6717" w:rsidRDefault="00E977DA" w:rsidP="00302775">
            <w:pPr>
              <w:jc w:val="both"/>
              <w:rPr>
                <w:sz w:val="24"/>
                <w:szCs w:val="24"/>
              </w:rPr>
            </w:pPr>
            <w:sdt>
              <w:sdtPr>
                <w:rPr>
                  <w:sz w:val="24"/>
                  <w:szCs w:val="24"/>
                </w:rPr>
                <w:id w:val="1096833988"/>
                <w:placeholder>
                  <w:docPart w:val="EB0C4CEB72024B49A8C1809809E401C1"/>
                </w:placeholder>
                <w:comboBox>
                  <w:listItem w:displayText=" " w:value=" "/>
                  <w:listItem w:displayText="(allkirjastatud digitaalselt)" w:value="(allkirjastatud digitaalselt)"/>
                </w:comboBox>
              </w:sdtPr>
              <w:sdtEndPr/>
              <w:sdtContent>
                <w:r w:rsidR="00930EE6">
                  <w:rPr>
                    <w:sz w:val="24"/>
                    <w:szCs w:val="24"/>
                  </w:rPr>
                  <w:t>(allkirjastatud digitaalselt)</w:t>
                </w:r>
              </w:sdtContent>
            </w:sdt>
          </w:p>
        </w:tc>
        <w:tc>
          <w:tcPr>
            <w:tcW w:w="4606" w:type="dxa"/>
          </w:tcPr>
          <w:p w14:paraId="0ED665F2" w14:textId="77777777" w:rsidR="00930EE6" w:rsidRPr="002C6717" w:rsidRDefault="00E977DA" w:rsidP="00302775">
            <w:pPr>
              <w:jc w:val="both"/>
              <w:rPr>
                <w:sz w:val="24"/>
                <w:szCs w:val="24"/>
              </w:rPr>
            </w:pPr>
            <w:sdt>
              <w:sdtPr>
                <w:rPr>
                  <w:sz w:val="24"/>
                  <w:szCs w:val="24"/>
                </w:rPr>
                <w:id w:val="-992566896"/>
                <w:placeholder>
                  <w:docPart w:val="6AFB28BD19C346AAB23D1DF9D3710AD1"/>
                </w:placeholder>
                <w:comboBox>
                  <w:listItem w:displayText=" " w:value=" "/>
                  <w:listItem w:displayText="(allkirjastatud digitaalselt)" w:value="(allkirjastatud digitaalselt)"/>
                </w:comboBox>
              </w:sdtPr>
              <w:sdtEndPr/>
              <w:sdtContent>
                <w:r w:rsidR="00930EE6">
                  <w:rPr>
                    <w:sz w:val="24"/>
                    <w:szCs w:val="24"/>
                  </w:rPr>
                  <w:t>(allkirjastatud digitaalselt)</w:t>
                </w:r>
              </w:sdtContent>
            </w:sdt>
          </w:p>
        </w:tc>
      </w:tr>
      <w:tr w:rsidR="00930EE6" w14:paraId="595B6F4E" w14:textId="77777777" w:rsidTr="00302775">
        <w:tc>
          <w:tcPr>
            <w:tcW w:w="4606" w:type="dxa"/>
          </w:tcPr>
          <w:p w14:paraId="0BE2E594" w14:textId="77777777" w:rsidR="00930EE6" w:rsidRPr="002C6717" w:rsidRDefault="00930EE6" w:rsidP="00302775">
            <w:pPr>
              <w:jc w:val="both"/>
              <w:rPr>
                <w:sz w:val="24"/>
                <w:szCs w:val="24"/>
              </w:rPr>
            </w:pPr>
          </w:p>
        </w:tc>
        <w:tc>
          <w:tcPr>
            <w:tcW w:w="4606" w:type="dxa"/>
          </w:tcPr>
          <w:p w14:paraId="1A8E1F82" w14:textId="77777777" w:rsidR="00930EE6" w:rsidRPr="002C6717" w:rsidRDefault="00930EE6" w:rsidP="00302775">
            <w:pPr>
              <w:jc w:val="both"/>
              <w:rPr>
                <w:sz w:val="24"/>
                <w:szCs w:val="24"/>
              </w:rPr>
            </w:pPr>
          </w:p>
        </w:tc>
      </w:tr>
      <w:tr w:rsidR="00930EE6" w14:paraId="439D0DA1" w14:textId="77777777" w:rsidTr="00302775">
        <w:tc>
          <w:tcPr>
            <w:tcW w:w="4606" w:type="dxa"/>
          </w:tcPr>
          <w:p w14:paraId="23C9DC34" w14:textId="77777777" w:rsidR="00930EE6" w:rsidRPr="002C6717" w:rsidRDefault="00930EE6" w:rsidP="00302775">
            <w:pPr>
              <w:jc w:val="both"/>
              <w:rPr>
                <w:sz w:val="24"/>
                <w:szCs w:val="24"/>
              </w:rPr>
            </w:pPr>
            <w:r w:rsidRPr="00240C3D">
              <w:rPr>
                <w:sz w:val="24"/>
                <w:szCs w:val="24"/>
                <w:lang w:eastAsia="en-US"/>
              </w:rPr>
              <w:t>Margus Reimann</w:t>
            </w:r>
          </w:p>
        </w:tc>
        <w:tc>
          <w:tcPr>
            <w:tcW w:w="4606" w:type="dxa"/>
          </w:tcPr>
          <w:p w14:paraId="12117AB4" w14:textId="77777777" w:rsidR="00930EE6" w:rsidRPr="002C6717" w:rsidRDefault="00930EE6" w:rsidP="00302775">
            <w:pPr>
              <w:jc w:val="both"/>
              <w:rPr>
                <w:sz w:val="24"/>
                <w:szCs w:val="24"/>
              </w:rPr>
            </w:pPr>
            <w:r>
              <w:rPr>
                <w:sz w:val="24"/>
                <w:szCs w:val="24"/>
              </w:rPr>
              <w:t>……………………..</w:t>
            </w:r>
          </w:p>
        </w:tc>
      </w:tr>
    </w:tbl>
    <w:p w14:paraId="7B20A2D7" w14:textId="77777777" w:rsidR="00930EE6" w:rsidRDefault="00930EE6" w:rsidP="00930EE6">
      <w:pPr>
        <w:rPr>
          <w:rFonts w:ascii="Times New Roman" w:hAnsi="Times New Roman" w:cs="Times New Roman"/>
          <w:sz w:val="24"/>
          <w:szCs w:val="24"/>
        </w:rPr>
      </w:pPr>
      <w:r>
        <w:rPr>
          <w:rFonts w:ascii="Times New Roman" w:hAnsi="Times New Roman" w:cs="Times New Roman"/>
          <w:sz w:val="24"/>
          <w:szCs w:val="24"/>
        </w:rPr>
        <w:br w:type="page"/>
      </w:r>
    </w:p>
    <w:p w14:paraId="2E140BA4" w14:textId="77777777" w:rsidR="00930EE6" w:rsidRPr="0050772E" w:rsidRDefault="00930EE6" w:rsidP="00930EE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B7671B">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AD6E1041BB394CCDBD0B0ADD101DCB01"/>
          </w:placeholder>
          <w:showingPlcHdr/>
          <w:dataBinding w:prefixMappings="xmlns:ns0='http://schemas.openxmlformats.org/officeDocument/2006/extended-properties' " w:xpath="/ns0:Properties[1]/ns0:Company[1]" w:storeItemID="{6668398D-A668-4E3E-A5EB-62B293D839F1}"/>
          <w:text/>
        </w:sdtPr>
        <w:sdtEndPr/>
        <w:sdtContent>
          <w:r w:rsidRPr="00B7671B">
            <w:rPr>
              <w:rStyle w:val="Kohatitetekst"/>
              <w:sz w:val="20"/>
              <w:szCs w:val="20"/>
            </w:rPr>
            <w:t>[Company]</w:t>
          </w:r>
        </w:sdtContent>
      </w:sdt>
      <w:r w:rsidRPr="00B7671B">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23790C9AB7FD4573B4028C79C8E45D53"/>
          </w:placeholder>
          <w:showingPlcHdr/>
          <w:date w:fullDate="2023-02-09T00:00:00Z">
            <w:dateFormat w:val="d.MM.yyyy"/>
            <w:lid w:val="et-EE"/>
            <w:storeMappedDataAs w:val="dateTime"/>
            <w:calendar w:val="gregorian"/>
          </w:date>
        </w:sdtPr>
        <w:sdtEndPr/>
        <w:sdtContent>
          <w:r w:rsidRPr="00B7671B">
            <w:rPr>
              <w:rStyle w:val="Kohatitetekst"/>
              <w:sz w:val="20"/>
              <w:szCs w:val="20"/>
            </w:rPr>
            <w:t>Click here to enter a date.</w:t>
          </w:r>
        </w:sdtContent>
      </w:sdt>
      <w:r w:rsidRPr="00B7671B">
        <w:rPr>
          <w:rFonts w:ascii="Times New Roman" w:hAnsi="Times New Roman" w:cs="Times New Roman"/>
          <w:sz w:val="20"/>
          <w:szCs w:val="20"/>
        </w:rPr>
        <w:t xml:space="preserve"> sõlmitud metsaparandustööde töövõtulepingu nr 3-2.6/2023/……… juurde</w:t>
      </w:r>
    </w:p>
    <w:p w14:paraId="520F5E08" w14:textId="77777777" w:rsidR="00930EE6" w:rsidRPr="003F3A57" w:rsidRDefault="00930EE6" w:rsidP="00930EE6">
      <w:pPr>
        <w:spacing w:after="0" w:line="360" w:lineRule="auto"/>
        <w:jc w:val="both"/>
        <w:rPr>
          <w:rFonts w:ascii="Times New Roman" w:eastAsia="Calibri" w:hAnsi="Times New Roman" w:cs="Times New Roman"/>
          <w:color w:val="000000"/>
          <w:sz w:val="24"/>
        </w:rPr>
      </w:pPr>
    </w:p>
    <w:p w14:paraId="32972F60" w14:textId="77777777" w:rsidR="00930EE6" w:rsidRPr="003F3A57" w:rsidRDefault="00930EE6" w:rsidP="00930EE6">
      <w:pPr>
        <w:spacing w:after="0" w:line="36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D0140E0" w14:textId="77777777" w:rsidR="00930EE6" w:rsidRDefault="00930EE6" w:rsidP="00930EE6">
      <w:pPr>
        <w:spacing w:after="0" w:line="360" w:lineRule="auto"/>
        <w:jc w:val="both"/>
        <w:rPr>
          <w:rFonts w:ascii="Times New Roman" w:eastAsia="Calibri" w:hAnsi="Times New Roman" w:cs="Times New Roman"/>
          <w:color w:val="000000"/>
          <w:sz w:val="24"/>
        </w:rPr>
      </w:pPr>
    </w:p>
    <w:p w14:paraId="6422CAC2" w14:textId="77777777" w:rsidR="00930EE6" w:rsidRPr="003F3A57" w:rsidRDefault="00930EE6" w:rsidP="00930EE6">
      <w:pPr>
        <w:spacing w:after="0" w:line="36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25C95835" w14:textId="77777777" w:rsidR="00930EE6" w:rsidRPr="003F3A57" w:rsidRDefault="00930EE6" w:rsidP="00930EE6">
      <w:pPr>
        <w:spacing w:after="0" w:line="360" w:lineRule="auto"/>
        <w:jc w:val="both"/>
        <w:rPr>
          <w:rFonts w:ascii="Times New Roman" w:eastAsia="Calibri" w:hAnsi="Times New Roman" w:cs="Times New Roman"/>
          <w:color w:val="000000"/>
          <w:sz w:val="24"/>
        </w:rPr>
      </w:pPr>
    </w:p>
    <w:p w14:paraId="3849BA07" w14:textId="77777777" w:rsidR="00930EE6" w:rsidRPr="003F3A57" w:rsidRDefault="00930EE6" w:rsidP="00930EE6">
      <w:pPr>
        <w:numPr>
          <w:ilvl w:val="0"/>
          <w:numId w:val="12"/>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7F727109"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646765F2"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2" w:name="_Hlk126332194"/>
      <w:sdt>
        <w:sdtPr>
          <w:rPr>
            <w:rFonts w:ascii="Times New Roman" w:eastAsia="Calibri" w:hAnsi="Times New Roman" w:cs="Times New Roman"/>
            <w:b/>
            <w:bCs/>
            <w:color w:val="000000"/>
            <w:sz w:val="24"/>
          </w:rPr>
          <w:alias w:val="Company"/>
          <w:tag w:val=""/>
          <w:id w:val="-2000023443"/>
          <w:placeholder>
            <w:docPart w:val="1B977E00AAAF4214997ADDD947F0F49E"/>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2"/>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6DBEE288"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4F0571A4" w14:textId="77777777" w:rsidR="00930EE6" w:rsidRPr="003F3A57" w:rsidRDefault="00930EE6" w:rsidP="00930EE6">
      <w:pPr>
        <w:spacing w:after="240" w:line="240" w:lineRule="auto"/>
        <w:ind w:left="-6"/>
        <w:jc w:val="both"/>
        <w:rPr>
          <w:rFonts w:ascii="Times New Roman" w:eastAsia="Calibri" w:hAnsi="Times New Roman" w:cs="Times New Roman"/>
          <w:color w:val="000000"/>
          <w:sz w:val="24"/>
        </w:rPr>
      </w:pPr>
    </w:p>
    <w:p w14:paraId="1EE592B2" w14:textId="77777777" w:rsidR="00930EE6" w:rsidRPr="003F3A57" w:rsidRDefault="00930EE6" w:rsidP="00930EE6">
      <w:pPr>
        <w:numPr>
          <w:ilvl w:val="0"/>
          <w:numId w:val="12"/>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83982A4"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0155AE77"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4F12B963"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1C5EE09D"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7EDB9736"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„andmetega seotud rikkumine” – turvarikkumine, mis põhjustab edastatavate, säilitatavate või muul viisil töödeldavate andmete juhusliku või ebaseadusliku hävimise, kadumise, muutmise, loata avalikustamise või kättesaadavuse.</w:t>
      </w:r>
    </w:p>
    <w:p w14:paraId="4944EAF4" w14:textId="77777777" w:rsidR="00930EE6" w:rsidRPr="003F3A57" w:rsidRDefault="00930EE6" w:rsidP="00930EE6">
      <w:pPr>
        <w:spacing w:after="240" w:line="240" w:lineRule="auto"/>
        <w:ind w:left="-6"/>
        <w:jc w:val="both"/>
        <w:rPr>
          <w:rFonts w:ascii="Times New Roman" w:eastAsia="Calibri" w:hAnsi="Times New Roman" w:cs="Times New Roman"/>
          <w:color w:val="000000"/>
          <w:sz w:val="24"/>
        </w:rPr>
      </w:pPr>
    </w:p>
    <w:p w14:paraId="73F661B0" w14:textId="77777777" w:rsidR="00930EE6" w:rsidRPr="003F3A57" w:rsidRDefault="00930EE6" w:rsidP="00930EE6">
      <w:pPr>
        <w:numPr>
          <w:ilvl w:val="0"/>
          <w:numId w:val="12"/>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4E0E8EFA"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F8FF858" w14:textId="77777777" w:rsidR="00930EE6" w:rsidRPr="003F3A57" w:rsidRDefault="00930EE6" w:rsidP="00930EE6">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7137148B" w14:textId="77777777" w:rsidR="00930EE6" w:rsidRPr="003F3A57" w:rsidRDefault="00930EE6" w:rsidP="00930EE6">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691C0AC2" w14:textId="77777777" w:rsidR="00930EE6" w:rsidRPr="003F3A57" w:rsidRDefault="00930EE6" w:rsidP="00930EE6">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73D5B4D3" w14:textId="77777777" w:rsidR="00930EE6" w:rsidRPr="003F3A57" w:rsidRDefault="00930EE6" w:rsidP="00930EE6">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887089F" w14:textId="77777777" w:rsidR="00930EE6" w:rsidRPr="003F3A57" w:rsidRDefault="00930EE6" w:rsidP="00930EE6">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1F62B346" w14:textId="77777777" w:rsidR="00930EE6" w:rsidRPr="003F3A57" w:rsidRDefault="00930EE6" w:rsidP="00930EE6">
      <w:pPr>
        <w:numPr>
          <w:ilvl w:val="2"/>
          <w:numId w:val="12"/>
        </w:numPr>
        <w:spacing w:after="240" w:line="240" w:lineRule="auto"/>
        <w:ind w:left="709" w:hanging="709"/>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28845368" w14:textId="77777777" w:rsidR="00930EE6" w:rsidRPr="003F3A57" w:rsidRDefault="00930EE6" w:rsidP="00930EE6">
      <w:pPr>
        <w:spacing w:after="240" w:line="240" w:lineRule="auto"/>
        <w:jc w:val="both"/>
        <w:rPr>
          <w:rFonts w:ascii="Times New Roman" w:eastAsia="Calibri" w:hAnsi="Times New Roman" w:cs="Times New Roman"/>
          <w:color w:val="000000"/>
          <w:sz w:val="24"/>
        </w:rPr>
      </w:pPr>
    </w:p>
    <w:p w14:paraId="7780817D" w14:textId="77777777" w:rsidR="00930EE6" w:rsidRPr="003F3A57" w:rsidRDefault="00930EE6" w:rsidP="00930EE6">
      <w:pPr>
        <w:numPr>
          <w:ilvl w:val="0"/>
          <w:numId w:val="12"/>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17F487E8"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1B0E8D8D"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8590B87" w14:textId="77777777" w:rsidR="00930EE6" w:rsidRPr="003F3A57" w:rsidRDefault="00930EE6" w:rsidP="00930EE6">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2B1C0174" w14:textId="77777777" w:rsidR="00930EE6" w:rsidRPr="003F3A57" w:rsidRDefault="00930EE6" w:rsidP="00930EE6">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6C707696" w14:textId="77777777" w:rsidR="00930EE6" w:rsidRPr="003F3A57" w:rsidRDefault="00930EE6" w:rsidP="00930EE6">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31824238" w14:textId="77777777" w:rsidR="00930EE6" w:rsidRPr="003F3A57" w:rsidRDefault="00930EE6" w:rsidP="00930EE6">
      <w:pPr>
        <w:numPr>
          <w:ilvl w:val="2"/>
          <w:numId w:val="12"/>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6D331D35" w14:textId="77777777" w:rsidR="00930EE6" w:rsidRPr="003F3A57" w:rsidRDefault="00930EE6" w:rsidP="00930EE6">
      <w:pPr>
        <w:spacing w:after="240" w:line="240" w:lineRule="auto"/>
        <w:ind w:left="-6"/>
        <w:jc w:val="both"/>
        <w:rPr>
          <w:rFonts w:ascii="Times New Roman" w:eastAsia="Calibri" w:hAnsi="Times New Roman" w:cs="Times New Roman"/>
          <w:color w:val="000000"/>
          <w:sz w:val="24"/>
        </w:rPr>
      </w:pPr>
    </w:p>
    <w:p w14:paraId="5CF4634D" w14:textId="77777777" w:rsidR="00930EE6" w:rsidRPr="003F3A57" w:rsidRDefault="00930EE6" w:rsidP="00930EE6">
      <w:pPr>
        <w:numPr>
          <w:ilvl w:val="0"/>
          <w:numId w:val="12"/>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692744A"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5B840343"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727E0D02"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68C6069A"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0FF82BF9"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3EBBA3C2" w14:textId="77777777" w:rsidR="00930EE6" w:rsidRPr="003F3A57" w:rsidRDefault="00930EE6" w:rsidP="00930EE6">
      <w:pPr>
        <w:numPr>
          <w:ilvl w:val="1"/>
          <w:numId w:val="12"/>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3F861B13" w14:textId="77777777" w:rsidR="00930EE6" w:rsidRPr="003F3A57" w:rsidRDefault="00930EE6" w:rsidP="00930EE6">
      <w:pPr>
        <w:shd w:val="clear" w:color="auto" w:fill="FFFFFF"/>
        <w:spacing w:after="60" w:line="276" w:lineRule="auto"/>
        <w:jc w:val="both"/>
        <w:rPr>
          <w:rFonts w:ascii="Times New Roman" w:eastAsia="Calibri" w:hAnsi="Times New Roman" w:cs="Times New Roman"/>
          <w:b/>
          <w:color w:val="000000"/>
          <w:sz w:val="24"/>
        </w:rPr>
      </w:pPr>
    </w:p>
    <w:p w14:paraId="16C97A54" w14:textId="77777777" w:rsidR="00930EE6" w:rsidRPr="003F3A57" w:rsidRDefault="00930EE6" w:rsidP="00930EE6">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4A669480" w14:textId="77777777" w:rsidR="00930EE6" w:rsidRPr="003F3A57" w:rsidRDefault="00930EE6" w:rsidP="00930EE6">
      <w:pPr>
        <w:shd w:val="clear" w:color="auto" w:fill="FFFFFF"/>
        <w:spacing w:after="60" w:line="276" w:lineRule="auto"/>
        <w:jc w:val="both"/>
        <w:rPr>
          <w:rFonts w:ascii="Times New Roman" w:eastAsia="Calibri" w:hAnsi="Times New Roman" w:cs="Times New Roman"/>
          <w:b/>
          <w:color w:val="000000"/>
          <w:sz w:val="24"/>
        </w:rPr>
      </w:pPr>
    </w:p>
    <w:p w14:paraId="5C5BBDE0" w14:textId="77777777" w:rsidR="00930EE6" w:rsidRPr="003F3A57" w:rsidRDefault="00930EE6" w:rsidP="00930EE6">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4690303D" w14:textId="77777777" w:rsidR="00930EE6" w:rsidRPr="003F3A57" w:rsidRDefault="00930EE6" w:rsidP="00930EE6">
      <w:pPr>
        <w:shd w:val="clear" w:color="auto" w:fill="FFFFFF"/>
        <w:spacing w:after="60" w:line="276"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3855E2B221CC4CEB902110F712D36670"/>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24976349" w14:textId="77777777" w:rsidR="00930EE6" w:rsidRPr="003F3A57" w:rsidRDefault="00930EE6" w:rsidP="00930EE6">
      <w:pPr>
        <w:spacing w:after="0" w:line="360" w:lineRule="auto"/>
        <w:jc w:val="both"/>
        <w:rPr>
          <w:rFonts w:ascii="Times New Roman" w:eastAsia="Calibri" w:hAnsi="Times New Roman" w:cs="Times New Roman"/>
          <w:color w:val="000000"/>
          <w:sz w:val="24"/>
        </w:rPr>
      </w:pPr>
    </w:p>
    <w:p w14:paraId="5EC8BA2A" w14:textId="77777777" w:rsidR="00930EE6" w:rsidRPr="003F3A57" w:rsidRDefault="00E977DA" w:rsidP="00930EE6">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85C1137534CD4FDB93FED8C0001C5E60"/>
          </w:placeholder>
          <w:comboBox>
            <w:listItem w:displayText=" " w:value=" "/>
            <w:listItem w:displayText="(allkirjastatud digitaalselt)" w:value="(allkirjastatud digitaalselt)"/>
          </w:comboBox>
        </w:sdtPr>
        <w:sdtEndPr/>
        <w:sdtContent>
          <w:r w:rsidR="00930EE6">
            <w:rPr>
              <w:rFonts w:ascii="Times New Roman" w:eastAsia="Calibri" w:hAnsi="Times New Roman" w:cs="Times New Roman"/>
              <w:b/>
              <w:color w:val="000000"/>
              <w:sz w:val="24"/>
            </w:rPr>
            <w:t>(allkirjastatud digitaalselt)</w:t>
          </w:r>
        </w:sdtContent>
      </w:sdt>
      <w:r w:rsidR="00930EE6" w:rsidRPr="003F3A57">
        <w:rPr>
          <w:rFonts w:ascii="Times New Roman" w:eastAsia="Calibri" w:hAnsi="Times New Roman" w:cs="Times New Roman"/>
          <w:b/>
          <w:color w:val="000000"/>
          <w:sz w:val="24"/>
        </w:rPr>
        <w:tab/>
      </w:r>
      <w:r w:rsidR="00930EE6" w:rsidRPr="003F3A57">
        <w:rPr>
          <w:rFonts w:ascii="Times New Roman" w:eastAsia="Calibri" w:hAnsi="Times New Roman" w:cs="Times New Roman"/>
          <w:b/>
          <w:color w:val="000000"/>
          <w:sz w:val="24"/>
        </w:rPr>
        <w:tab/>
      </w:r>
      <w:r w:rsidR="00930EE6" w:rsidRPr="003F3A57">
        <w:rPr>
          <w:rFonts w:ascii="Times New Roman" w:eastAsia="Calibri" w:hAnsi="Times New Roman" w:cs="Times New Roman"/>
          <w:b/>
          <w:color w:val="000000"/>
          <w:sz w:val="24"/>
        </w:rPr>
        <w:tab/>
      </w:r>
      <w:r w:rsidR="00930EE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CB2C9AE012C64D18B9A1A465BC810817"/>
          </w:placeholder>
          <w:comboBox>
            <w:listItem w:displayText=" " w:value=" "/>
            <w:listItem w:displayText="(allkirjastatud digitaalselt)" w:value="(allkirjastatud digitaalselt)"/>
          </w:comboBox>
        </w:sdtPr>
        <w:sdtEndPr/>
        <w:sdtContent>
          <w:r w:rsidR="00930EE6">
            <w:rPr>
              <w:rFonts w:ascii="Times New Roman" w:eastAsia="Calibri" w:hAnsi="Times New Roman" w:cs="Times New Roman"/>
              <w:b/>
              <w:color w:val="000000"/>
              <w:sz w:val="24"/>
            </w:rPr>
            <w:t>(allkirjastatud digitaalselt)</w:t>
          </w:r>
        </w:sdtContent>
      </w:sdt>
      <w:r w:rsidR="00930EE6" w:rsidRPr="003F3A57">
        <w:rPr>
          <w:rFonts w:ascii="Times New Roman" w:eastAsia="Calibri" w:hAnsi="Times New Roman" w:cs="Times New Roman"/>
          <w:b/>
          <w:color w:val="000000"/>
          <w:sz w:val="24"/>
        </w:rPr>
        <w:tab/>
      </w:r>
    </w:p>
    <w:p w14:paraId="559AC482" w14:textId="77777777" w:rsidR="00930EE6" w:rsidRPr="003F3A57" w:rsidRDefault="00930EE6" w:rsidP="00930EE6">
      <w:pPr>
        <w:tabs>
          <w:tab w:val="left" w:pos="5103"/>
        </w:tabs>
        <w:spacing w:after="0" w:line="36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930EE6" w14:paraId="45356B62" w14:textId="77777777" w:rsidTr="00302775">
        <w:tc>
          <w:tcPr>
            <w:tcW w:w="4822" w:type="dxa"/>
          </w:tcPr>
          <w:p w14:paraId="2D71949B" w14:textId="77777777" w:rsidR="00930EE6" w:rsidRPr="00FE2065" w:rsidRDefault="00930EE6" w:rsidP="00302775">
            <w:pPr>
              <w:jc w:val="both"/>
              <w:rPr>
                <w:sz w:val="24"/>
                <w:szCs w:val="24"/>
              </w:rPr>
            </w:pPr>
            <w:r w:rsidRPr="00240C3D">
              <w:rPr>
                <w:sz w:val="24"/>
                <w:szCs w:val="24"/>
                <w:lang w:eastAsia="en-US"/>
              </w:rPr>
              <w:t>Margus Reimann</w:t>
            </w:r>
          </w:p>
        </w:tc>
        <w:tc>
          <w:tcPr>
            <w:tcW w:w="4250" w:type="dxa"/>
          </w:tcPr>
          <w:p w14:paraId="795ECEEE" w14:textId="77777777" w:rsidR="00930EE6" w:rsidRPr="00FE2065" w:rsidRDefault="00930EE6" w:rsidP="00302775">
            <w:pPr>
              <w:jc w:val="both"/>
              <w:rPr>
                <w:sz w:val="24"/>
                <w:szCs w:val="24"/>
              </w:rPr>
            </w:pPr>
            <w:r>
              <w:rPr>
                <w:sz w:val="24"/>
                <w:szCs w:val="24"/>
              </w:rPr>
              <w:t>………………</w:t>
            </w:r>
          </w:p>
        </w:tc>
      </w:tr>
    </w:tbl>
    <w:p w14:paraId="2D65703C" w14:textId="77777777" w:rsidR="00930EE6" w:rsidRPr="00FE2065" w:rsidRDefault="00930EE6" w:rsidP="00930EE6">
      <w:pPr>
        <w:rPr>
          <w:rFonts w:ascii="Times New Roman" w:hAnsi="Times New Roman" w:cs="Times New Roman"/>
          <w:sz w:val="24"/>
          <w:szCs w:val="24"/>
        </w:rPr>
      </w:pPr>
    </w:p>
    <w:p w14:paraId="278F7B46" w14:textId="77777777" w:rsidR="00930EE6" w:rsidRDefault="00930EE6" w:rsidP="00930EE6">
      <w:r>
        <w:br w:type="page"/>
      </w:r>
    </w:p>
    <w:p w14:paraId="4678FF3A" w14:textId="77777777" w:rsidR="00930EE6" w:rsidRPr="0050772E" w:rsidRDefault="00930EE6" w:rsidP="00930EE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3</w:t>
      </w:r>
      <w:r>
        <w:rPr>
          <w:rFonts w:ascii="Times New Roman" w:hAnsi="Times New Roman" w:cs="Times New Roman"/>
          <w:sz w:val="20"/>
          <w:szCs w:val="20"/>
        </w:rPr>
        <w:br/>
      </w:r>
      <w:r w:rsidRPr="00B7671B">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64C257FE957944FF82425A2C1653A123"/>
          </w:placeholder>
          <w:showingPlcHdr/>
          <w:dataBinding w:prefixMappings="xmlns:ns0='http://schemas.openxmlformats.org/officeDocument/2006/extended-properties' " w:xpath="/ns0:Properties[1]/ns0:Company[1]" w:storeItemID="{6668398D-A668-4E3E-A5EB-62B293D839F1}"/>
          <w:text/>
        </w:sdtPr>
        <w:sdtEndPr/>
        <w:sdtContent>
          <w:r w:rsidRPr="00B7671B">
            <w:rPr>
              <w:rStyle w:val="Kohatitetekst"/>
              <w:sz w:val="20"/>
              <w:szCs w:val="20"/>
            </w:rPr>
            <w:t>[Company]</w:t>
          </w:r>
        </w:sdtContent>
      </w:sdt>
      <w:r w:rsidRPr="00B7671B">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B75035A3DD96403384C6468922B94AB6"/>
          </w:placeholder>
          <w:showingPlcHdr/>
          <w:date w:fullDate="2023-02-09T00:00:00Z">
            <w:dateFormat w:val="d.MM.yyyy"/>
            <w:lid w:val="et-EE"/>
            <w:storeMappedDataAs w:val="dateTime"/>
            <w:calendar w:val="gregorian"/>
          </w:date>
        </w:sdtPr>
        <w:sdtEndPr/>
        <w:sdtContent>
          <w:r w:rsidRPr="00B7671B">
            <w:rPr>
              <w:rStyle w:val="Kohatitetekst"/>
              <w:sz w:val="20"/>
              <w:szCs w:val="20"/>
            </w:rPr>
            <w:t>Click here to enter a date.</w:t>
          </w:r>
        </w:sdtContent>
      </w:sdt>
      <w:r w:rsidRPr="00B7671B">
        <w:rPr>
          <w:rFonts w:ascii="Times New Roman" w:hAnsi="Times New Roman" w:cs="Times New Roman"/>
          <w:sz w:val="20"/>
          <w:szCs w:val="20"/>
        </w:rPr>
        <w:t xml:space="preserve"> sõlmitud metsaparandustööde töövõtulepingu nr 3-2.6/2023/…… juurde</w:t>
      </w:r>
    </w:p>
    <w:p w14:paraId="2AE422E6" w14:textId="77777777" w:rsidR="00930EE6" w:rsidRDefault="00930EE6" w:rsidP="00930EE6"/>
    <w:p w14:paraId="0D1B8855" w14:textId="77777777" w:rsidR="00930EE6" w:rsidRPr="00FE2065" w:rsidRDefault="00930EE6" w:rsidP="00930EE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7449CFE3" w14:textId="77777777" w:rsidR="00930EE6" w:rsidRPr="00FE2065" w:rsidRDefault="00930EE6" w:rsidP="00930EE6">
      <w:pPr>
        <w:spacing w:after="0" w:line="240" w:lineRule="auto"/>
        <w:jc w:val="both"/>
        <w:rPr>
          <w:rFonts w:ascii="Times New Roman" w:hAnsi="Times New Roman" w:cs="Times New Roman"/>
          <w:sz w:val="24"/>
          <w:szCs w:val="24"/>
        </w:rPr>
      </w:pPr>
    </w:p>
    <w:p w14:paraId="4EB91B58" w14:textId="77777777" w:rsidR="00930EE6" w:rsidRPr="00FE2065" w:rsidRDefault="00930EE6" w:rsidP="00930EE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930EE6" w14:paraId="08D1E730" w14:textId="77777777" w:rsidTr="00302775">
        <w:tc>
          <w:tcPr>
            <w:tcW w:w="4606" w:type="dxa"/>
          </w:tcPr>
          <w:p w14:paraId="2E5ADDC1" w14:textId="77777777" w:rsidR="00930EE6" w:rsidRDefault="00930EE6" w:rsidP="00302775">
            <w:pPr>
              <w:jc w:val="both"/>
            </w:pPr>
          </w:p>
        </w:tc>
        <w:tc>
          <w:tcPr>
            <w:tcW w:w="4606" w:type="dxa"/>
          </w:tcPr>
          <w:p w14:paraId="6EFA0655" w14:textId="77777777" w:rsidR="00930EE6" w:rsidRDefault="00930EE6" w:rsidP="00302775">
            <w:pPr>
              <w:jc w:val="both"/>
            </w:pPr>
          </w:p>
        </w:tc>
      </w:tr>
      <w:tr w:rsidR="00930EE6" w14:paraId="03045A83" w14:textId="77777777" w:rsidTr="00302775">
        <w:tc>
          <w:tcPr>
            <w:tcW w:w="4606" w:type="dxa"/>
          </w:tcPr>
          <w:p w14:paraId="779EDD19" w14:textId="77777777" w:rsidR="00930EE6" w:rsidRPr="002C6717" w:rsidRDefault="00E977DA" w:rsidP="00302775">
            <w:pPr>
              <w:jc w:val="both"/>
              <w:rPr>
                <w:sz w:val="24"/>
                <w:szCs w:val="24"/>
              </w:rPr>
            </w:pPr>
            <w:sdt>
              <w:sdtPr>
                <w:rPr>
                  <w:sz w:val="24"/>
                  <w:szCs w:val="24"/>
                </w:rPr>
                <w:id w:val="213312335"/>
                <w:placeholder>
                  <w:docPart w:val="C23CD88B0E00443786602E1E5CBBAD93"/>
                </w:placeholder>
                <w:comboBox>
                  <w:listItem w:displayText=" " w:value=" "/>
                  <w:listItem w:displayText="(allkirjastatud digitaalselt)" w:value="(allkirjastatud digitaalselt)"/>
                </w:comboBox>
              </w:sdtPr>
              <w:sdtEndPr/>
              <w:sdtContent>
                <w:r w:rsidR="00930EE6">
                  <w:rPr>
                    <w:sz w:val="24"/>
                    <w:szCs w:val="24"/>
                  </w:rPr>
                  <w:t>(allkirjastatud digitaalselt)</w:t>
                </w:r>
              </w:sdtContent>
            </w:sdt>
          </w:p>
        </w:tc>
        <w:tc>
          <w:tcPr>
            <w:tcW w:w="4606" w:type="dxa"/>
          </w:tcPr>
          <w:p w14:paraId="2494FEEC" w14:textId="77777777" w:rsidR="00930EE6" w:rsidRPr="002C6717" w:rsidRDefault="00E977DA" w:rsidP="00302775">
            <w:pPr>
              <w:jc w:val="both"/>
              <w:rPr>
                <w:sz w:val="24"/>
                <w:szCs w:val="24"/>
              </w:rPr>
            </w:pPr>
            <w:sdt>
              <w:sdtPr>
                <w:rPr>
                  <w:sz w:val="24"/>
                  <w:szCs w:val="24"/>
                </w:rPr>
                <w:id w:val="-428969617"/>
                <w:placeholder>
                  <w:docPart w:val="7C931FD736BB4C45B47A2A4D64A155D6"/>
                </w:placeholder>
                <w:comboBox>
                  <w:listItem w:displayText=" " w:value=" "/>
                  <w:listItem w:displayText="(allkirjastatud digitaalselt)" w:value="(allkirjastatud digitaalselt)"/>
                </w:comboBox>
              </w:sdtPr>
              <w:sdtEndPr/>
              <w:sdtContent>
                <w:r w:rsidR="00930EE6">
                  <w:rPr>
                    <w:sz w:val="24"/>
                    <w:szCs w:val="24"/>
                  </w:rPr>
                  <w:t>(allkirjastatud digitaalselt)</w:t>
                </w:r>
              </w:sdtContent>
            </w:sdt>
          </w:p>
        </w:tc>
      </w:tr>
      <w:tr w:rsidR="00930EE6" w14:paraId="4404FF94" w14:textId="77777777" w:rsidTr="00302775">
        <w:tc>
          <w:tcPr>
            <w:tcW w:w="4606" w:type="dxa"/>
          </w:tcPr>
          <w:p w14:paraId="5910FE99" w14:textId="77777777" w:rsidR="00930EE6" w:rsidRPr="002C6717" w:rsidRDefault="00930EE6" w:rsidP="00302775">
            <w:pPr>
              <w:jc w:val="both"/>
              <w:rPr>
                <w:sz w:val="24"/>
                <w:szCs w:val="24"/>
              </w:rPr>
            </w:pPr>
          </w:p>
        </w:tc>
        <w:tc>
          <w:tcPr>
            <w:tcW w:w="4606" w:type="dxa"/>
          </w:tcPr>
          <w:p w14:paraId="7C041776" w14:textId="77777777" w:rsidR="00930EE6" w:rsidRPr="002C6717" w:rsidRDefault="00930EE6" w:rsidP="00302775">
            <w:pPr>
              <w:jc w:val="both"/>
              <w:rPr>
                <w:sz w:val="24"/>
                <w:szCs w:val="24"/>
              </w:rPr>
            </w:pPr>
          </w:p>
        </w:tc>
      </w:tr>
      <w:tr w:rsidR="00930EE6" w14:paraId="5F850B74" w14:textId="77777777" w:rsidTr="00302775">
        <w:tc>
          <w:tcPr>
            <w:tcW w:w="4606" w:type="dxa"/>
          </w:tcPr>
          <w:p w14:paraId="0ECDB865" w14:textId="77777777" w:rsidR="00930EE6" w:rsidRPr="002C6717" w:rsidRDefault="00930EE6" w:rsidP="00302775">
            <w:pPr>
              <w:jc w:val="both"/>
              <w:rPr>
                <w:sz w:val="24"/>
                <w:szCs w:val="24"/>
              </w:rPr>
            </w:pPr>
            <w:r w:rsidRPr="00240C3D">
              <w:rPr>
                <w:sz w:val="24"/>
                <w:szCs w:val="24"/>
                <w:lang w:eastAsia="en-US"/>
              </w:rPr>
              <w:t>Margus Reimann</w:t>
            </w:r>
          </w:p>
        </w:tc>
        <w:tc>
          <w:tcPr>
            <w:tcW w:w="4606" w:type="dxa"/>
          </w:tcPr>
          <w:p w14:paraId="0527B630" w14:textId="77777777" w:rsidR="00930EE6" w:rsidRPr="002C6717" w:rsidRDefault="00930EE6" w:rsidP="00302775">
            <w:pPr>
              <w:jc w:val="both"/>
              <w:rPr>
                <w:sz w:val="24"/>
                <w:szCs w:val="24"/>
              </w:rPr>
            </w:pPr>
            <w:r>
              <w:rPr>
                <w:sz w:val="24"/>
                <w:szCs w:val="24"/>
              </w:rPr>
              <w:t>……………………..</w:t>
            </w:r>
          </w:p>
        </w:tc>
      </w:tr>
    </w:tbl>
    <w:p w14:paraId="0E154DF1" w14:textId="77777777" w:rsidR="00930EE6" w:rsidRDefault="00930EE6" w:rsidP="00930EE6"/>
    <w:p w14:paraId="26E8B118" w14:textId="77777777" w:rsidR="00B83DC5" w:rsidRPr="00FE2065" w:rsidRDefault="00B83DC5" w:rsidP="00930EE6">
      <w:pPr>
        <w:spacing w:line="240" w:lineRule="auto"/>
        <w:ind w:left="5670"/>
        <w:outlineLvl w:val="0"/>
        <w:rPr>
          <w:rFonts w:ascii="Times New Roman" w:hAnsi="Times New Roman" w:cs="Times New Roman"/>
          <w:sz w:val="24"/>
          <w:szCs w:val="24"/>
        </w:rPr>
      </w:pPr>
    </w:p>
    <w:sectPr w:rsidR="00B83DC5" w:rsidRPr="00FE2065" w:rsidSect="0047126A">
      <w:type w:val="continuous"/>
      <w:pgSz w:w="11906" w:h="16838"/>
      <w:pgMar w:top="851" w:right="849" w:bottom="1702"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6C2C8" w14:textId="77777777" w:rsidR="002547C9" w:rsidRDefault="002547C9" w:rsidP="00705773">
      <w:pPr>
        <w:spacing w:after="0" w:line="240" w:lineRule="auto"/>
      </w:pPr>
      <w:r>
        <w:separator/>
      </w:r>
    </w:p>
  </w:endnote>
  <w:endnote w:type="continuationSeparator" w:id="0">
    <w:p w14:paraId="695D93DE" w14:textId="77777777" w:rsidR="002547C9" w:rsidRDefault="002547C9"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D728BC" w14:textId="77777777" w:rsidR="002547C9" w:rsidRDefault="002547C9" w:rsidP="00705773">
      <w:pPr>
        <w:spacing w:after="0" w:line="240" w:lineRule="auto"/>
      </w:pPr>
      <w:r>
        <w:separator/>
      </w:r>
    </w:p>
  </w:footnote>
  <w:footnote w:type="continuationSeparator" w:id="0">
    <w:p w14:paraId="19E94B2D" w14:textId="77777777" w:rsidR="002547C9" w:rsidRDefault="002547C9"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32FE8"/>
    <w:multiLevelType w:val="hybridMultilevel"/>
    <w:tmpl w:val="C470A662"/>
    <w:lvl w:ilvl="0" w:tplc="980C9132">
      <w:start w:val="1"/>
      <w:numFmt w:val="decimal"/>
      <w:lvlText w:val="%1."/>
      <w:lvlJc w:val="left"/>
      <w:pPr>
        <w:ind w:left="786"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1288"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0"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1" w15:restartNumberingAfterBreak="0">
    <w:nsid w:val="704B4E4D"/>
    <w:multiLevelType w:val="hybridMultilevel"/>
    <w:tmpl w:val="C2FE0C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96437159">
    <w:abstractNumId w:val="1"/>
  </w:num>
  <w:num w:numId="2" w16cid:durableId="1742170627">
    <w:abstractNumId w:val="3"/>
  </w:num>
  <w:num w:numId="3" w16cid:durableId="428434512">
    <w:abstractNumId w:val="2"/>
  </w:num>
  <w:num w:numId="4" w16cid:durableId="893780813">
    <w:abstractNumId w:val="5"/>
  </w:num>
  <w:num w:numId="5" w16cid:durableId="284891417">
    <w:abstractNumId w:val="4"/>
  </w:num>
  <w:num w:numId="6" w16cid:durableId="1453086223">
    <w:abstractNumId w:val="10"/>
  </w:num>
  <w:num w:numId="7" w16cid:durableId="1027415269">
    <w:abstractNumId w:val="9"/>
  </w:num>
  <w:num w:numId="8" w16cid:durableId="51853159">
    <w:abstractNumId w:val="8"/>
  </w:num>
  <w:num w:numId="9" w16cid:durableId="612715840">
    <w:abstractNumId w:val="6"/>
  </w:num>
  <w:num w:numId="10" w16cid:durableId="238834999">
    <w:abstractNumId w:val="11"/>
  </w:num>
  <w:num w:numId="11" w16cid:durableId="985160881">
    <w:abstractNumId w:val="0"/>
  </w:num>
  <w:num w:numId="12" w16cid:durableId="68374558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07125"/>
    <w:rsid w:val="000156B6"/>
    <w:rsid w:val="00033FC5"/>
    <w:rsid w:val="00036EAF"/>
    <w:rsid w:val="0004420C"/>
    <w:rsid w:val="00047FEF"/>
    <w:rsid w:val="0005144C"/>
    <w:rsid w:val="00052C71"/>
    <w:rsid w:val="00060C70"/>
    <w:rsid w:val="00064DF5"/>
    <w:rsid w:val="000663B2"/>
    <w:rsid w:val="00075726"/>
    <w:rsid w:val="00076CCA"/>
    <w:rsid w:val="00096AC2"/>
    <w:rsid w:val="000A42B5"/>
    <w:rsid w:val="000A4D66"/>
    <w:rsid w:val="000A6F56"/>
    <w:rsid w:val="000B06C5"/>
    <w:rsid w:val="000B19CE"/>
    <w:rsid w:val="000B5522"/>
    <w:rsid w:val="000B7084"/>
    <w:rsid w:val="000C23AF"/>
    <w:rsid w:val="000C3743"/>
    <w:rsid w:val="000C4124"/>
    <w:rsid w:val="000C599B"/>
    <w:rsid w:val="000D545C"/>
    <w:rsid w:val="000D6420"/>
    <w:rsid w:val="000D6BF8"/>
    <w:rsid w:val="000E1DDF"/>
    <w:rsid w:val="000F2C04"/>
    <w:rsid w:val="000F6C7B"/>
    <w:rsid w:val="00107D6D"/>
    <w:rsid w:val="0011651D"/>
    <w:rsid w:val="001175F4"/>
    <w:rsid w:val="0012352D"/>
    <w:rsid w:val="00125F24"/>
    <w:rsid w:val="00126497"/>
    <w:rsid w:val="00132919"/>
    <w:rsid w:val="00133044"/>
    <w:rsid w:val="00136222"/>
    <w:rsid w:val="00143BEB"/>
    <w:rsid w:val="00144026"/>
    <w:rsid w:val="00154D28"/>
    <w:rsid w:val="001556F0"/>
    <w:rsid w:val="00156510"/>
    <w:rsid w:val="00164848"/>
    <w:rsid w:val="001653A0"/>
    <w:rsid w:val="00174C1E"/>
    <w:rsid w:val="00175C9A"/>
    <w:rsid w:val="00176C45"/>
    <w:rsid w:val="00177B2A"/>
    <w:rsid w:val="001A3016"/>
    <w:rsid w:val="001A347F"/>
    <w:rsid w:val="001C46CC"/>
    <w:rsid w:val="001E43DF"/>
    <w:rsid w:val="001E5D59"/>
    <w:rsid w:val="001F53F7"/>
    <w:rsid w:val="00201C05"/>
    <w:rsid w:val="00211F31"/>
    <w:rsid w:val="0022315F"/>
    <w:rsid w:val="00230643"/>
    <w:rsid w:val="00233204"/>
    <w:rsid w:val="00237467"/>
    <w:rsid w:val="0023764E"/>
    <w:rsid w:val="00240C3D"/>
    <w:rsid w:val="00245FE2"/>
    <w:rsid w:val="00246934"/>
    <w:rsid w:val="00246ECF"/>
    <w:rsid w:val="002547C9"/>
    <w:rsid w:val="002551B0"/>
    <w:rsid w:val="002747CE"/>
    <w:rsid w:val="00281267"/>
    <w:rsid w:val="0029422D"/>
    <w:rsid w:val="00294912"/>
    <w:rsid w:val="00295C04"/>
    <w:rsid w:val="002A0F58"/>
    <w:rsid w:val="002A3077"/>
    <w:rsid w:val="002A510C"/>
    <w:rsid w:val="002A65DC"/>
    <w:rsid w:val="002B106D"/>
    <w:rsid w:val="002B2823"/>
    <w:rsid w:val="002C6717"/>
    <w:rsid w:val="002D00AD"/>
    <w:rsid w:val="002D1BF4"/>
    <w:rsid w:val="002D615A"/>
    <w:rsid w:val="002E3E18"/>
    <w:rsid w:val="002E46EF"/>
    <w:rsid w:val="00300A22"/>
    <w:rsid w:val="00320DDC"/>
    <w:rsid w:val="003403F1"/>
    <w:rsid w:val="003417A0"/>
    <w:rsid w:val="00342A7D"/>
    <w:rsid w:val="003438C7"/>
    <w:rsid w:val="00346054"/>
    <w:rsid w:val="00352C29"/>
    <w:rsid w:val="0035454A"/>
    <w:rsid w:val="00356930"/>
    <w:rsid w:val="00362D78"/>
    <w:rsid w:val="003655AF"/>
    <w:rsid w:val="00375970"/>
    <w:rsid w:val="003762BF"/>
    <w:rsid w:val="00385D15"/>
    <w:rsid w:val="003901F8"/>
    <w:rsid w:val="003924E6"/>
    <w:rsid w:val="003A56F7"/>
    <w:rsid w:val="003A5CAE"/>
    <w:rsid w:val="003B0383"/>
    <w:rsid w:val="003B0B0F"/>
    <w:rsid w:val="003B16FD"/>
    <w:rsid w:val="003D3775"/>
    <w:rsid w:val="003F0FE8"/>
    <w:rsid w:val="00404E5C"/>
    <w:rsid w:val="00420CC1"/>
    <w:rsid w:val="00421F03"/>
    <w:rsid w:val="00426EB8"/>
    <w:rsid w:val="00435415"/>
    <w:rsid w:val="00435E02"/>
    <w:rsid w:val="00445148"/>
    <w:rsid w:val="004610D6"/>
    <w:rsid w:val="00463886"/>
    <w:rsid w:val="0047126A"/>
    <w:rsid w:val="00473835"/>
    <w:rsid w:val="0047690D"/>
    <w:rsid w:val="004863B0"/>
    <w:rsid w:val="004926D0"/>
    <w:rsid w:val="004939A2"/>
    <w:rsid w:val="00494163"/>
    <w:rsid w:val="004B1E9F"/>
    <w:rsid w:val="004B315A"/>
    <w:rsid w:val="004C1F0A"/>
    <w:rsid w:val="004D53C3"/>
    <w:rsid w:val="004D7234"/>
    <w:rsid w:val="004E7551"/>
    <w:rsid w:val="004F4A55"/>
    <w:rsid w:val="004F5D8E"/>
    <w:rsid w:val="005012FE"/>
    <w:rsid w:val="00505358"/>
    <w:rsid w:val="0050772E"/>
    <w:rsid w:val="005103C7"/>
    <w:rsid w:val="00521D53"/>
    <w:rsid w:val="00527C0C"/>
    <w:rsid w:val="00531C47"/>
    <w:rsid w:val="00531EA4"/>
    <w:rsid w:val="00534E6F"/>
    <w:rsid w:val="0055062F"/>
    <w:rsid w:val="00550BD1"/>
    <w:rsid w:val="00556771"/>
    <w:rsid w:val="00561A0F"/>
    <w:rsid w:val="00562E2E"/>
    <w:rsid w:val="0056467F"/>
    <w:rsid w:val="00566437"/>
    <w:rsid w:val="00572C92"/>
    <w:rsid w:val="00582353"/>
    <w:rsid w:val="00591DCC"/>
    <w:rsid w:val="00593801"/>
    <w:rsid w:val="005A05B8"/>
    <w:rsid w:val="005E0883"/>
    <w:rsid w:val="005E4244"/>
    <w:rsid w:val="005F7669"/>
    <w:rsid w:val="00611608"/>
    <w:rsid w:val="00622668"/>
    <w:rsid w:val="00626AF5"/>
    <w:rsid w:val="00642E49"/>
    <w:rsid w:val="00645DCF"/>
    <w:rsid w:val="00647FC4"/>
    <w:rsid w:val="00650FE0"/>
    <w:rsid w:val="00657B0E"/>
    <w:rsid w:val="0066511C"/>
    <w:rsid w:val="00665AF3"/>
    <w:rsid w:val="006710C0"/>
    <w:rsid w:val="006731FB"/>
    <w:rsid w:val="0068271C"/>
    <w:rsid w:val="006879DE"/>
    <w:rsid w:val="00687F15"/>
    <w:rsid w:val="006A7AB6"/>
    <w:rsid w:val="006C167B"/>
    <w:rsid w:val="006C7751"/>
    <w:rsid w:val="006D5CAA"/>
    <w:rsid w:val="006D794C"/>
    <w:rsid w:val="006E45A0"/>
    <w:rsid w:val="006E76D5"/>
    <w:rsid w:val="006F28BE"/>
    <w:rsid w:val="006F46F7"/>
    <w:rsid w:val="006F47BC"/>
    <w:rsid w:val="006F5B87"/>
    <w:rsid w:val="006F7841"/>
    <w:rsid w:val="0070499B"/>
    <w:rsid w:val="00704FEE"/>
    <w:rsid w:val="00705773"/>
    <w:rsid w:val="007075A3"/>
    <w:rsid w:val="00716C86"/>
    <w:rsid w:val="00720E3E"/>
    <w:rsid w:val="00726839"/>
    <w:rsid w:val="00727584"/>
    <w:rsid w:val="00735A3A"/>
    <w:rsid w:val="00737307"/>
    <w:rsid w:val="0074370A"/>
    <w:rsid w:val="007451F1"/>
    <w:rsid w:val="00753EFD"/>
    <w:rsid w:val="00761D7C"/>
    <w:rsid w:val="00765A0F"/>
    <w:rsid w:val="00773EA3"/>
    <w:rsid w:val="00787167"/>
    <w:rsid w:val="00795EAC"/>
    <w:rsid w:val="00797D8F"/>
    <w:rsid w:val="007A427E"/>
    <w:rsid w:val="007B3401"/>
    <w:rsid w:val="007C0B9C"/>
    <w:rsid w:val="007C5B93"/>
    <w:rsid w:val="007D545A"/>
    <w:rsid w:val="007F3944"/>
    <w:rsid w:val="00804615"/>
    <w:rsid w:val="00805107"/>
    <w:rsid w:val="00807879"/>
    <w:rsid w:val="00813406"/>
    <w:rsid w:val="0081395D"/>
    <w:rsid w:val="00815B0C"/>
    <w:rsid w:val="00841D8B"/>
    <w:rsid w:val="00845026"/>
    <w:rsid w:val="00845209"/>
    <w:rsid w:val="008454CD"/>
    <w:rsid w:val="008723AA"/>
    <w:rsid w:val="00872C61"/>
    <w:rsid w:val="008929D8"/>
    <w:rsid w:val="008A2313"/>
    <w:rsid w:val="008B5144"/>
    <w:rsid w:val="008B78B6"/>
    <w:rsid w:val="008C316C"/>
    <w:rsid w:val="008C6D05"/>
    <w:rsid w:val="008D1C0E"/>
    <w:rsid w:val="008D4AF3"/>
    <w:rsid w:val="008F07A8"/>
    <w:rsid w:val="00930AE1"/>
    <w:rsid w:val="00930EE6"/>
    <w:rsid w:val="0095274F"/>
    <w:rsid w:val="00955FB6"/>
    <w:rsid w:val="00964EF6"/>
    <w:rsid w:val="00971D69"/>
    <w:rsid w:val="00980475"/>
    <w:rsid w:val="0098052B"/>
    <w:rsid w:val="0098600A"/>
    <w:rsid w:val="00987177"/>
    <w:rsid w:val="00992831"/>
    <w:rsid w:val="00993638"/>
    <w:rsid w:val="009A2E7E"/>
    <w:rsid w:val="009B262F"/>
    <w:rsid w:val="009D16AB"/>
    <w:rsid w:val="009D47F5"/>
    <w:rsid w:val="009D5EC5"/>
    <w:rsid w:val="009E2C79"/>
    <w:rsid w:val="009E5EC6"/>
    <w:rsid w:val="009F176A"/>
    <w:rsid w:val="009F210B"/>
    <w:rsid w:val="00A05BA8"/>
    <w:rsid w:val="00A1642F"/>
    <w:rsid w:val="00A23909"/>
    <w:rsid w:val="00A274A5"/>
    <w:rsid w:val="00A32F4F"/>
    <w:rsid w:val="00A338CC"/>
    <w:rsid w:val="00A41C1D"/>
    <w:rsid w:val="00A43226"/>
    <w:rsid w:val="00A7004A"/>
    <w:rsid w:val="00A716BE"/>
    <w:rsid w:val="00A74649"/>
    <w:rsid w:val="00A769A3"/>
    <w:rsid w:val="00A76BD6"/>
    <w:rsid w:val="00A777AE"/>
    <w:rsid w:val="00A903B3"/>
    <w:rsid w:val="00A90492"/>
    <w:rsid w:val="00A92081"/>
    <w:rsid w:val="00AA0CBB"/>
    <w:rsid w:val="00AA3C72"/>
    <w:rsid w:val="00AA7D22"/>
    <w:rsid w:val="00AB192C"/>
    <w:rsid w:val="00AC26BD"/>
    <w:rsid w:val="00AC2DD6"/>
    <w:rsid w:val="00AE5542"/>
    <w:rsid w:val="00AF5E2E"/>
    <w:rsid w:val="00B0669E"/>
    <w:rsid w:val="00B1084B"/>
    <w:rsid w:val="00B11A0D"/>
    <w:rsid w:val="00B2088B"/>
    <w:rsid w:val="00B239B4"/>
    <w:rsid w:val="00B24EF3"/>
    <w:rsid w:val="00B25B6B"/>
    <w:rsid w:val="00B4132B"/>
    <w:rsid w:val="00B45F35"/>
    <w:rsid w:val="00B5424E"/>
    <w:rsid w:val="00B554C2"/>
    <w:rsid w:val="00B638AB"/>
    <w:rsid w:val="00B70023"/>
    <w:rsid w:val="00B71760"/>
    <w:rsid w:val="00B72909"/>
    <w:rsid w:val="00B826FD"/>
    <w:rsid w:val="00B83DC5"/>
    <w:rsid w:val="00B908A9"/>
    <w:rsid w:val="00B96956"/>
    <w:rsid w:val="00BA5F37"/>
    <w:rsid w:val="00BB36A5"/>
    <w:rsid w:val="00BC2AAD"/>
    <w:rsid w:val="00BD28F6"/>
    <w:rsid w:val="00BD54A3"/>
    <w:rsid w:val="00BE1A4D"/>
    <w:rsid w:val="00BE2DFC"/>
    <w:rsid w:val="00BE7126"/>
    <w:rsid w:val="00BF29BC"/>
    <w:rsid w:val="00BF407C"/>
    <w:rsid w:val="00C163EF"/>
    <w:rsid w:val="00C177E3"/>
    <w:rsid w:val="00C30DA7"/>
    <w:rsid w:val="00C43B1E"/>
    <w:rsid w:val="00C46BBC"/>
    <w:rsid w:val="00C50193"/>
    <w:rsid w:val="00C5102E"/>
    <w:rsid w:val="00C57E63"/>
    <w:rsid w:val="00C74515"/>
    <w:rsid w:val="00C75476"/>
    <w:rsid w:val="00C869BE"/>
    <w:rsid w:val="00C91E96"/>
    <w:rsid w:val="00C95CB2"/>
    <w:rsid w:val="00CA3267"/>
    <w:rsid w:val="00CC3CC1"/>
    <w:rsid w:val="00CC6626"/>
    <w:rsid w:val="00CD01B9"/>
    <w:rsid w:val="00CE364A"/>
    <w:rsid w:val="00CE7F25"/>
    <w:rsid w:val="00CF42C1"/>
    <w:rsid w:val="00CF7CF3"/>
    <w:rsid w:val="00D0300B"/>
    <w:rsid w:val="00D07FE1"/>
    <w:rsid w:val="00D3527A"/>
    <w:rsid w:val="00D44D3C"/>
    <w:rsid w:val="00D4639A"/>
    <w:rsid w:val="00D47D23"/>
    <w:rsid w:val="00D55A49"/>
    <w:rsid w:val="00D57B01"/>
    <w:rsid w:val="00D62819"/>
    <w:rsid w:val="00D63883"/>
    <w:rsid w:val="00D63DBC"/>
    <w:rsid w:val="00D908F8"/>
    <w:rsid w:val="00D921F8"/>
    <w:rsid w:val="00DA4177"/>
    <w:rsid w:val="00DA51CC"/>
    <w:rsid w:val="00DA633F"/>
    <w:rsid w:val="00DA71FA"/>
    <w:rsid w:val="00DC47AE"/>
    <w:rsid w:val="00DD3DC4"/>
    <w:rsid w:val="00DD78EF"/>
    <w:rsid w:val="00DE706F"/>
    <w:rsid w:val="00E031BB"/>
    <w:rsid w:val="00E10FCA"/>
    <w:rsid w:val="00E172A6"/>
    <w:rsid w:val="00E31834"/>
    <w:rsid w:val="00E31BC5"/>
    <w:rsid w:val="00E50701"/>
    <w:rsid w:val="00E54F51"/>
    <w:rsid w:val="00E7790D"/>
    <w:rsid w:val="00E84463"/>
    <w:rsid w:val="00E931E8"/>
    <w:rsid w:val="00E977DA"/>
    <w:rsid w:val="00EA2B33"/>
    <w:rsid w:val="00EB7A3D"/>
    <w:rsid w:val="00EC54EE"/>
    <w:rsid w:val="00ED7875"/>
    <w:rsid w:val="00EE3A60"/>
    <w:rsid w:val="00EF4328"/>
    <w:rsid w:val="00EF4859"/>
    <w:rsid w:val="00EF5204"/>
    <w:rsid w:val="00EF795C"/>
    <w:rsid w:val="00F017FE"/>
    <w:rsid w:val="00F02043"/>
    <w:rsid w:val="00F060DD"/>
    <w:rsid w:val="00F11846"/>
    <w:rsid w:val="00F12BDD"/>
    <w:rsid w:val="00F232E9"/>
    <w:rsid w:val="00F32418"/>
    <w:rsid w:val="00F3265A"/>
    <w:rsid w:val="00F33597"/>
    <w:rsid w:val="00F33E9D"/>
    <w:rsid w:val="00F413B8"/>
    <w:rsid w:val="00F46D2D"/>
    <w:rsid w:val="00F50374"/>
    <w:rsid w:val="00F60636"/>
    <w:rsid w:val="00F65412"/>
    <w:rsid w:val="00F70F45"/>
    <w:rsid w:val="00F71CCE"/>
    <w:rsid w:val="00F9006C"/>
    <w:rsid w:val="00F93A07"/>
    <w:rsid w:val="00F960F2"/>
    <w:rsid w:val="00FA287C"/>
    <w:rsid w:val="00FB4B14"/>
    <w:rsid w:val="00FB511D"/>
    <w:rsid w:val="00FB604C"/>
    <w:rsid w:val="00FC1424"/>
    <w:rsid w:val="00FC5031"/>
    <w:rsid w:val="00FC5D46"/>
    <w:rsid w:val="00FD4634"/>
    <w:rsid w:val="00FD5881"/>
    <w:rsid w:val="00FE2065"/>
    <w:rsid w:val="00FE2E86"/>
    <w:rsid w:val="00FE5455"/>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character" w:styleId="Lahendamatamainimine">
    <w:name w:val="Unresolved Mention"/>
    <w:basedOn w:val="Liguvaikefont"/>
    <w:uiPriority w:val="99"/>
    <w:semiHidden/>
    <w:unhideWhenUsed/>
    <w:rsid w:val="000B55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mk@rmk.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gus.reimann@rmk.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ulo.lindjarv@rmk.ee" TargetMode="External"/><Relationship Id="rId4" Type="http://schemas.openxmlformats.org/officeDocument/2006/relationships/settings" Target="settings.xml"/><Relationship Id="rId9" Type="http://schemas.openxmlformats.org/officeDocument/2006/relationships/hyperlink" Target="https://www.rik.ee/et/e-arveldaja"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27EBF9427B3B4A1681FC5581EA2034CE"/>
        <w:category>
          <w:name w:val="Üldine"/>
          <w:gallery w:val="placeholder"/>
        </w:category>
        <w:types>
          <w:type w:val="bbPlcHdr"/>
        </w:types>
        <w:behaviors>
          <w:behavior w:val="content"/>
        </w:behaviors>
        <w:guid w:val="{62775787-6F4A-47B8-A8B2-B576ACAEBE10}"/>
      </w:docPartPr>
      <w:docPartBody>
        <w:p w:rsidR="00C73E71" w:rsidRDefault="00256288" w:rsidP="00256288">
          <w:pPr>
            <w:pStyle w:val="27EBF9427B3B4A1681FC5581EA2034CE"/>
          </w:pPr>
          <w:r w:rsidRPr="003F6A59">
            <w:rPr>
              <w:rStyle w:val="Kohatitetekst"/>
            </w:rPr>
            <w:t>[Company]</w:t>
          </w:r>
        </w:p>
      </w:docPartBody>
    </w:docPart>
    <w:docPart>
      <w:docPartPr>
        <w:name w:val="1E9B8AAC11C34DF9BFD4BC0B516ED4E6"/>
        <w:category>
          <w:name w:val="Üldine"/>
          <w:gallery w:val="placeholder"/>
        </w:category>
        <w:types>
          <w:type w:val="bbPlcHdr"/>
        </w:types>
        <w:behaviors>
          <w:behavior w:val="content"/>
        </w:behaviors>
        <w:guid w:val="{ADECE516-1F89-447C-BCDA-8B982D2C8835}"/>
      </w:docPartPr>
      <w:docPartBody>
        <w:p w:rsidR="00C73E71" w:rsidRDefault="00256288" w:rsidP="00256288">
          <w:pPr>
            <w:pStyle w:val="1E9B8AAC11C34DF9BFD4BC0B516ED4E6"/>
          </w:pPr>
          <w:r w:rsidRPr="00BE118B">
            <w:rPr>
              <w:rStyle w:val="Kohatitetekst"/>
            </w:rPr>
            <w:t>Click here to enter a date.</w:t>
          </w:r>
        </w:p>
      </w:docPartBody>
    </w:docPart>
    <w:docPart>
      <w:docPartPr>
        <w:name w:val="7A6FF2F4B410459294D12A62398CEA70"/>
        <w:category>
          <w:name w:val="Üldine"/>
          <w:gallery w:val="placeholder"/>
        </w:category>
        <w:types>
          <w:type w:val="bbPlcHdr"/>
        </w:types>
        <w:behaviors>
          <w:behavior w:val="content"/>
        </w:behaviors>
        <w:guid w:val="{EADD26C4-061D-4E15-8171-D0592CE802D5}"/>
      </w:docPartPr>
      <w:docPartBody>
        <w:p w:rsidR="00C73E71" w:rsidRDefault="00256288" w:rsidP="00256288">
          <w:pPr>
            <w:pStyle w:val="7A6FF2F4B410459294D12A62398CEA70"/>
          </w:pPr>
          <w:r w:rsidRPr="003F6A59">
            <w:rPr>
              <w:rStyle w:val="Kohatitetekst"/>
            </w:rPr>
            <w:t>[Company]</w:t>
          </w:r>
        </w:p>
      </w:docPartBody>
    </w:docPart>
    <w:docPart>
      <w:docPartPr>
        <w:name w:val="2AC6C4B9A42741178BDA274F594E37F0"/>
        <w:category>
          <w:name w:val="Üldine"/>
          <w:gallery w:val="placeholder"/>
        </w:category>
        <w:types>
          <w:type w:val="bbPlcHdr"/>
        </w:types>
        <w:behaviors>
          <w:behavior w:val="content"/>
        </w:behaviors>
        <w:guid w:val="{DB880464-BF36-4FF8-8DB1-6EF8486DD17C}"/>
      </w:docPartPr>
      <w:docPartBody>
        <w:p w:rsidR="00C73E71" w:rsidRDefault="00256288" w:rsidP="00256288">
          <w:pPr>
            <w:pStyle w:val="2AC6C4B9A42741178BDA274F594E37F0"/>
          </w:pPr>
          <w:r w:rsidRPr="00BE118B">
            <w:rPr>
              <w:rStyle w:val="Kohatitetekst"/>
            </w:rPr>
            <w:t>Click here to enter a date.</w:t>
          </w:r>
        </w:p>
      </w:docPartBody>
    </w:docPart>
    <w:docPart>
      <w:docPartPr>
        <w:name w:val="EB0C4CEB72024B49A8C1809809E401C1"/>
        <w:category>
          <w:name w:val="Üldine"/>
          <w:gallery w:val="placeholder"/>
        </w:category>
        <w:types>
          <w:type w:val="bbPlcHdr"/>
        </w:types>
        <w:behaviors>
          <w:behavior w:val="content"/>
        </w:behaviors>
        <w:guid w:val="{AF467E07-654F-48B1-84DB-20EB1F281987}"/>
      </w:docPartPr>
      <w:docPartBody>
        <w:p w:rsidR="00C73E71" w:rsidRDefault="00256288" w:rsidP="00256288">
          <w:pPr>
            <w:pStyle w:val="EB0C4CEB72024B49A8C1809809E401C1"/>
          </w:pPr>
          <w:r w:rsidRPr="00BE118B">
            <w:rPr>
              <w:rStyle w:val="Kohatitetekst"/>
            </w:rPr>
            <w:t>Choose an item.</w:t>
          </w:r>
        </w:p>
      </w:docPartBody>
    </w:docPart>
    <w:docPart>
      <w:docPartPr>
        <w:name w:val="6AFB28BD19C346AAB23D1DF9D3710AD1"/>
        <w:category>
          <w:name w:val="Üldine"/>
          <w:gallery w:val="placeholder"/>
        </w:category>
        <w:types>
          <w:type w:val="bbPlcHdr"/>
        </w:types>
        <w:behaviors>
          <w:behavior w:val="content"/>
        </w:behaviors>
        <w:guid w:val="{40FB1A1B-CE93-4960-B9CD-7468C510465D}"/>
      </w:docPartPr>
      <w:docPartBody>
        <w:p w:rsidR="00C73E71" w:rsidRDefault="00256288" w:rsidP="00256288">
          <w:pPr>
            <w:pStyle w:val="6AFB28BD19C346AAB23D1DF9D3710AD1"/>
          </w:pPr>
          <w:r w:rsidRPr="00BE118B">
            <w:rPr>
              <w:rStyle w:val="Kohatitetekst"/>
            </w:rPr>
            <w:t>Choose an item.</w:t>
          </w:r>
        </w:p>
      </w:docPartBody>
    </w:docPart>
    <w:docPart>
      <w:docPartPr>
        <w:name w:val="AD6E1041BB394CCDBD0B0ADD101DCB01"/>
        <w:category>
          <w:name w:val="Üldine"/>
          <w:gallery w:val="placeholder"/>
        </w:category>
        <w:types>
          <w:type w:val="bbPlcHdr"/>
        </w:types>
        <w:behaviors>
          <w:behavior w:val="content"/>
        </w:behaviors>
        <w:guid w:val="{63EA8C5C-8684-4AB3-8490-A6EDFB380780}"/>
      </w:docPartPr>
      <w:docPartBody>
        <w:p w:rsidR="00C73E71" w:rsidRDefault="00256288" w:rsidP="00256288">
          <w:pPr>
            <w:pStyle w:val="AD6E1041BB394CCDBD0B0ADD101DCB01"/>
          </w:pPr>
          <w:r w:rsidRPr="003F6A59">
            <w:rPr>
              <w:rStyle w:val="Kohatitetekst"/>
            </w:rPr>
            <w:t>[Company]</w:t>
          </w:r>
        </w:p>
      </w:docPartBody>
    </w:docPart>
    <w:docPart>
      <w:docPartPr>
        <w:name w:val="23790C9AB7FD4573B4028C79C8E45D53"/>
        <w:category>
          <w:name w:val="Üldine"/>
          <w:gallery w:val="placeholder"/>
        </w:category>
        <w:types>
          <w:type w:val="bbPlcHdr"/>
        </w:types>
        <w:behaviors>
          <w:behavior w:val="content"/>
        </w:behaviors>
        <w:guid w:val="{0E8ABFE1-0ABC-4EFB-8C32-38CE6016FE1A}"/>
      </w:docPartPr>
      <w:docPartBody>
        <w:p w:rsidR="00C73E71" w:rsidRDefault="00256288" w:rsidP="00256288">
          <w:pPr>
            <w:pStyle w:val="23790C9AB7FD4573B4028C79C8E45D53"/>
          </w:pPr>
          <w:r w:rsidRPr="00BE118B">
            <w:rPr>
              <w:rStyle w:val="Kohatitetekst"/>
            </w:rPr>
            <w:t>Click here to enter a date.</w:t>
          </w:r>
        </w:p>
      </w:docPartBody>
    </w:docPart>
    <w:docPart>
      <w:docPartPr>
        <w:name w:val="1B977E00AAAF4214997ADDD947F0F49E"/>
        <w:category>
          <w:name w:val="Üldine"/>
          <w:gallery w:val="placeholder"/>
        </w:category>
        <w:types>
          <w:type w:val="bbPlcHdr"/>
        </w:types>
        <w:behaviors>
          <w:behavior w:val="content"/>
        </w:behaviors>
        <w:guid w:val="{69105C76-9EE5-4082-8C8E-BDB5FB563982}"/>
      </w:docPartPr>
      <w:docPartBody>
        <w:p w:rsidR="00C73E71" w:rsidRDefault="00256288" w:rsidP="00256288">
          <w:pPr>
            <w:pStyle w:val="1B977E00AAAF4214997ADDD947F0F49E"/>
          </w:pPr>
          <w:r w:rsidRPr="003F6A59">
            <w:rPr>
              <w:rStyle w:val="Kohatitetekst"/>
            </w:rPr>
            <w:t>[Company]</w:t>
          </w:r>
        </w:p>
      </w:docPartBody>
    </w:docPart>
    <w:docPart>
      <w:docPartPr>
        <w:name w:val="3855E2B221CC4CEB902110F712D36670"/>
        <w:category>
          <w:name w:val="Üldine"/>
          <w:gallery w:val="placeholder"/>
        </w:category>
        <w:types>
          <w:type w:val="bbPlcHdr"/>
        </w:types>
        <w:behaviors>
          <w:behavior w:val="content"/>
        </w:behaviors>
        <w:guid w:val="{5FB597DC-FAAD-4941-A534-553E8914BA69}"/>
      </w:docPartPr>
      <w:docPartBody>
        <w:p w:rsidR="00C73E71" w:rsidRDefault="00256288" w:rsidP="00256288">
          <w:pPr>
            <w:pStyle w:val="3855E2B221CC4CEB902110F712D36670"/>
          </w:pPr>
          <w:r w:rsidRPr="003F6A59">
            <w:rPr>
              <w:rStyle w:val="Kohatitetekst"/>
            </w:rPr>
            <w:t>[Company]</w:t>
          </w:r>
        </w:p>
      </w:docPartBody>
    </w:docPart>
    <w:docPart>
      <w:docPartPr>
        <w:name w:val="85C1137534CD4FDB93FED8C0001C5E60"/>
        <w:category>
          <w:name w:val="Üldine"/>
          <w:gallery w:val="placeholder"/>
        </w:category>
        <w:types>
          <w:type w:val="bbPlcHdr"/>
        </w:types>
        <w:behaviors>
          <w:behavior w:val="content"/>
        </w:behaviors>
        <w:guid w:val="{6BBE2DD6-462D-464E-9DCC-68D7887E8D95}"/>
      </w:docPartPr>
      <w:docPartBody>
        <w:p w:rsidR="00C73E71" w:rsidRDefault="00256288" w:rsidP="00256288">
          <w:pPr>
            <w:pStyle w:val="85C1137534CD4FDB93FED8C0001C5E60"/>
          </w:pPr>
          <w:r w:rsidRPr="00BE118B">
            <w:rPr>
              <w:rStyle w:val="Kohatitetekst"/>
            </w:rPr>
            <w:t>Choose an item.</w:t>
          </w:r>
        </w:p>
      </w:docPartBody>
    </w:docPart>
    <w:docPart>
      <w:docPartPr>
        <w:name w:val="CB2C9AE012C64D18B9A1A465BC810817"/>
        <w:category>
          <w:name w:val="Üldine"/>
          <w:gallery w:val="placeholder"/>
        </w:category>
        <w:types>
          <w:type w:val="bbPlcHdr"/>
        </w:types>
        <w:behaviors>
          <w:behavior w:val="content"/>
        </w:behaviors>
        <w:guid w:val="{F0F770EB-26BD-4782-8D49-D515212D8BBA}"/>
      </w:docPartPr>
      <w:docPartBody>
        <w:p w:rsidR="00C73E71" w:rsidRDefault="00256288" w:rsidP="00256288">
          <w:pPr>
            <w:pStyle w:val="CB2C9AE012C64D18B9A1A465BC810817"/>
          </w:pPr>
          <w:r w:rsidRPr="00BE118B">
            <w:rPr>
              <w:rStyle w:val="Kohatitetekst"/>
            </w:rPr>
            <w:t>Choose an item.</w:t>
          </w:r>
        </w:p>
      </w:docPartBody>
    </w:docPart>
    <w:docPart>
      <w:docPartPr>
        <w:name w:val="64C257FE957944FF82425A2C1653A123"/>
        <w:category>
          <w:name w:val="Üldine"/>
          <w:gallery w:val="placeholder"/>
        </w:category>
        <w:types>
          <w:type w:val="bbPlcHdr"/>
        </w:types>
        <w:behaviors>
          <w:behavior w:val="content"/>
        </w:behaviors>
        <w:guid w:val="{AEFECFDE-D0CF-4323-A879-89639B364008}"/>
      </w:docPartPr>
      <w:docPartBody>
        <w:p w:rsidR="00C73E71" w:rsidRDefault="00256288" w:rsidP="00256288">
          <w:pPr>
            <w:pStyle w:val="64C257FE957944FF82425A2C1653A123"/>
          </w:pPr>
          <w:r w:rsidRPr="003F6A59">
            <w:rPr>
              <w:rStyle w:val="Kohatitetekst"/>
            </w:rPr>
            <w:t>[Company]</w:t>
          </w:r>
        </w:p>
      </w:docPartBody>
    </w:docPart>
    <w:docPart>
      <w:docPartPr>
        <w:name w:val="B75035A3DD96403384C6468922B94AB6"/>
        <w:category>
          <w:name w:val="Üldine"/>
          <w:gallery w:val="placeholder"/>
        </w:category>
        <w:types>
          <w:type w:val="bbPlcHdr"/>
        </w:types>
        <w:behaviors>
          <w:behavior w:val="content"/>
        </w:behaviors>
        <w:guid w:val="{88189B03-8053-4A85-89BF-622C900FA42C}"/>
      </w:docPartPr>
      <w:docPartBody>
        <w:p w:rsidR="00C73E71" w:rsidRDefault="00256288" w:rsidP="00256288">
          <w:pPr>
            <w:pStyle w:val="B75035A3DD96403384C6468922B94AB6"/>
          </w:pPr>
          <w:r w:rsidRPr="00BE118B">
            <w:rPr>
              <w:rStyle w:val="Kohatitetekst"/>
            </w:rPr>
            <w:t>Click here to enter a date.</w:t>
          </w:r>
        </w:p>
      </w:docPartBody>
    </w:docPart>
    <w:docPart>
      <w:docPartPr>
        <w:name w:val="C23CD88B0E00443786602E1E5CBBAD93"/>
        <w:category>
          <w:name w:val="Üldine"/>
          <w:gallery w:val="placeholder"/>
        </w:category>
        <w:types>
          <w:type w:val="bbPlcHdr"/>
        </w:types>
        <w:behaviors>
          <w:behavior w:val="content"/>
        </w:behaviors>
        <w:guid w:val="{8AA77D6D-6D6F-4313-AEE0-5AF5FE833CC4}"/>
      </w:docPartPr>
      <w:docPartBody>
        <w:p w:rsidR="00C73E71" w:rsidRDefault="00256288" w:rsidP="00256288">
          <w:pPr>
            <w:pStyle w:val="C23CD88B0E00443786602E1E5CBBAD93"/>
          </w:pPr>
          <w:r w:rsidRPr="00BE118B">
            <w:rPr>
              <w:rStyle w:val="Kohatitetekst"/>
            </w:rPr>
            <w:t>Choose an item.</w:t>
          </w:r>
        </w:p>
      </w:docPartBody>
    </w:docPart>
    <w:docPart>
      <w:docPartPr>
        <w:name w:val="7C931FD736BB4C45B47A2A4D64A155D6"/>
        <w:category>
          <w:name w:val="Üldine"/>
          <w:gallery w:val="placeholder"/>
        </w:category>
        <w:types>
          <w:type w:val="bbPlcHdr"/>
        </w:types>
        <w:behaviors>
          <w:behavior w:val="content"/>
        </w:behaviors>
        <w:guid w:val="{04D6717C-1290-40A1-805F-102185DE5867}"/>
      </w:docPartPr>
      <w:docPartBody>
        <w:p w:rsidR="00C73E71" w:rsidRDefault="00256288" w:rsidP="00256288">
          <w:pPr>
            <w:pStyle w:val="7C931FD736BB4C45B47A2A4D64A155D6"/>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16358B"/>
    <w:rsid w:val="00170480"/>
    <w:rsid w:val="0018551C"/>
    <w:rsid w:val="00190188"/>
    <w:rsid w:val="00193892"/>
    <w:rsid w:val="00194AC3"/>
    <w:rsid w:val="00256288"/>
    <w:rsid w:val="002D10E3"/>
    <w:rsid w:val="002E144C"/>
    <w:rsid w:val="002F2D3C"/>
    <w:rsid w:val="002F4347"/>
    <w:rsid w:val="003328F1"/>
    <w:rsid w:val="00351FD1"/>
    <w:rsid w:val="0038008E"/>
    <w:rsid w:val="003C6885"/>
    <w:rsid w:val="00433F39"/>
    <w:rsid w:val="004617F3"/>
    <w:rsid w:val="00486B87"/>
    <w:rsid w:val="00491275"/>
    <w:rsid w:val="004B2DE6"/>
    <w:rsid w:val="004D122A"/>
    <w:rsid w:val="004F6639"/>
    <w:rsid w:val="00517522"/>
    <w:rsid w:val="0053141C"/>
    <w:rsid w:val="00551D60"/>
    <w:rsid w:val="00590DDE"/>
    <w:rsid w:val="00593D81"/>
    <w:rsid w:val="005A5431"/>
    <w:rsid w:val="005A6189"/>
    <w:rsid w:val="0063290D"/>
    <w:rsid w:val="00647B8F"/>
    <w:rsid w:val="00664D6B"/>
    <w:rsid w:val="0067752A"/>
    <w:rsid w:val="00680394"/>
    <w:rsid w:val="00696560"/>
    <w:rsid w:val="006C4268"/>
    <w:rsid w:val="006F484C"/>
    <w:rsid w:val="00774524"/>
    <w:rsid w:val="00782078"/>
    <w:rsid w:val="0078799E"/>
    <w:rsid w:val="007B52D5"/>
    <w:rsid w:val="007E70DA"/>
    <w:rsid w:val="00801A2E"/>
    <w:rsid w:val="00803940"/>
    <w:rsid w:val="00826665"/>
    <w:rsid w:val="00870CEF"/>
    <w:rsid w:val="008F67E6"/>
    <w:rsid w:val="00914169"/>
    <w:rsid w:val="009200D6"/>
    <w:rsid w:val="0094449D"/>
    <w:rsid w:val="00952AC1"/>
    <w:rsid w:val="00963822"/>
    <w:rsid w:val="00976593"/>
    <w:rsid w:val="009848A8"/>
    <w:rsid w:val="009932A9"/>
    <w:rsid w:val="009A4DEC"/>
    <w:rsid w:val="009D5A99"/>
    <w:rsid w:val="00A1078C"/>
    <w:rsid w:val="00A7539A"/>
    <w:rsid w:val="00AB745C"/>
    <w:rsid w:val="00AB7783"/>
    <w:rsid w:val="00AC021F"/>
    <w:rsid w:val="00B06A5C"/>
    <w:rsid w:val="00B30BA5"/>
    <w:rsid w:val="00B32772"/>
    <w:rsid w:val="00B55279"/>
    <w:rsid w:val="00B612B5"/>
    <w:rsid w:val="00B82D72"/>
    <w:rsid w:val="00BA7C7D"/>
    <w:rsid w:val="00BD445D"/>
    <w:rsid w:val="00C11BB1"/>
    <w:rsid w:val="00C33B34"/>
    <w:rsid w:val="00C42131"/>
    <w:rsid w:val="00C73E71"/>
    <w:rsid w:val="00C967F0"/>
    <w:rsid w:val="00CA3281"/>
    <w:rsid w:val="00CD1D06"/>
    <w:rsid w:val="00D23F46"/>
    <w:rsid w:val="00D41C9D"/>
    <w:rsid w:val="00D51F72"/>
    <w:rsid w:val="00D56455"/>
    <w:rsid w:val="00D76BBE"/>
    <w:rsid w:val="00DA13A4"/>
    <w:rsid w:val="00DB0041"/>
    <w:rsid w:val="00E47491"/>
    <w:rsid w:val="00E75BCC"/>
    <w:rsid w:val="00ED0DFC"/>
    <w:rsid w:val="00F30BB5"/>
    <w:rsid w:val="00F854CD"/>
    <w:rsid w:val="00FE527E"/>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256288"/>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27EBF9427B3B4A1681FC5581EA2034CE">
    <w:name w:val="27EBF9427B3B4A1681FC5581EA2034CE"/>
    <w:rsid w:val="00256288"/>
  </w:style>
  <w:style w:type="paragraph" w:customStyle="1" w:styleId="1E9B8AAC11C34DF9BFD4BC0B516ED4E6">
    <w:name w:val="1E9B8AAC11C34DF9BFD4BC0B516ED4E6"/>
    <w:rsid w:val="00256288"/>
  </w:style>
  <w:style w:type="paragraph" w:customStyle="1" w:styleId="7A6FF2F4B410459294D12A62398CEA70">
    <w:name w:val="7A6FF2F4B410459294D12A62398CEA70"/>
    <w:rsid w:val="00256288"/>
  </w:style>
  <w:style w:type="paragraph" w:customStyle="1" w:styleId="2AC6C4B9A42741178BDA274F594E37F0">
    <w:name w:val="2AC6C4B9A42741178BDA274F594E37F0"/>
    <w:rsid w:val="00256288"/>
  </w:style>
  <w:style w:type="paragraph" w:customStyle="1" w:styleId="EB0C4CEB72024B49A8C1809809E401C1">
    <w:name w:val="EB0C4CEB72024B49A8C1809809E401C1"/>
    <w:rsid w:val="00256288"/>
  </w:style>
  <w:style w:type="paragraph" w:customStyle="1" w:styleId="6AFB28BD19C346AAB23D1DF9D3710AD1">
    <w:name w:val="6AFB28BD19C346AAB23D1DF9D3710AD1"/>
    <w:rsid w:val="00256288"/>
  </w:style>
  <w:style w:type="paragraph" w:customStyle="1" w:styleId="AD6E1041BB394CCDBD0B0ADD101DCB01">
    <w:name w:val="AD6E1041BB394CCDBD0B0ADD101DCB01"/>
    <w:rsid w:val="00256288"/>
  </w:style>
  <w:style w:type="paragraph" w:customStyle="1" w:styleId="23790C9AB7FD4573B4028C79C8E45D53">
    <w:name w:val="23790C9AB7FD4573B4028C79C8E45D53"/>
    <w:rsid w:val="00256288"/>
  </w:style>
  <w:style w:type="paragraph" w:customStyle="1" w:styleId="1B977E00AAAF4214997ADDD947F0F49E">
    <w:name w:val="1B977E00AAAF4214997ADDD947F0F49E"/>
    <w:rsid w:val="00256288"/>
  </w:style>
  <w:style w:type="paragraph" w:customStyle="1" w:styleId="3855E2B221CC4CEB902110F712D36670">
    <w:name w:val="3855E2B221CC4CEB902110F712D36670"/>
    <w:rsid w:val="00256288"/>
  </w:style>
  <w:style w:type="paragraph" w:customStyle="1" w:styleId="85C1137534CD4FDB93FED8C0001C5E60">
    <w:name w:val="85C1137534CD4FDB93FED8C0001C5E60"/>
    <w:rsid w:val="00256288"/>
  </w:style>
  <w:style w:type="paragraph" w:customStyle="1" w:styleId="CB2C9AE012C64D18B9A1A465BC810817">
    <w:name w:val="CB2C9AE012C64D18B9A1A465BC810817"/>
    <w:rsid w:val="00256288"/>
  </w:style>
  <w:style w:type="paragraph" w:customStyle="1" w:styleId="64C257FE957944FF82425A2C1653A123">
    <w:name w:val="64C257FE957944FF82425A2C1653A123"/>
    <w:rsid w:val="00256288"/>
  </w:style>
  <w:style w:type="paragraph" w:customStyle="1" w:styleId="B75035A3DD96403384C6468922B94AB6">
    <w:name w:val="B75035A3DD96403384C6468922B94AB6"/>
    <w:rsid w:val="00256288"/>
  </w:style>
  <w:style w:type="paragraph" w:customStyle="1" w:styleId="C23CD88B0E00443786602E1E5CBBAD93">
    <w:name w:val="C23CD88B0E00443786602E1E5CBBAD93"/>
    <w:rsid w:val="00256288"/>
  </w:style>
  <w:style w:type="paragraph" w:customStyle="1" w:styleId="7C931FD736BB4C45B47A2A4D64A155D6">
    <w:name w:val="7C931FD736BB4C45B47A2A4D64A155D6"/>
    <w:rsid w:val="002562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462</TotalTime>
  <Pages>12</Pages>
  <Words>4655</Words>
  <Characters>26534</Characters>
  <Application>Microsoft Office Word</Application>
  <DocSecurity>0</DocSecurity>
  <Lines>221</Lines>
  <Paragraphs>62</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48</cp:revision>
  <dcterms:created xsi:type="dcterms:W3CDTF">2022-09-01T10:45:00Z</dcterms:created>
  <dcterms:modified xsi:type="dcterms:W3CDTF">2023-03-29T11:19:00Z</dcterms:modified>
</cp:coreProperties>
</file>